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694"/>
      </w:tblGrid>
      <w:tr w:rsidR="002E629B" w:rsidRPr="00E04E96">
        <w:tblPrEx>
          <w:tblCellMar>
            <w:top w:w="0" w:type="dxa"/>
            <w:bottom w:w="0" w:type="dxa"/>
          </w:tblCellMar>
        </w:tblPrEx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E04E96" w:rsidRDefault="00CD51B1" w:rsidP="00E57D79">
            <w:pPr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br w:type="page"/>
              <w:t>Anlage 1</w:t>
            </w:r>
            <w:r w:rsidR="002E629B" w:rsidRPr="00E04E96">
              <w:rPr>
                <w:rFonts w:ascii="Verdana" w:hAnsi="Verdana"/>
                <w:b/>
                <w:sz w:val="20"/>
                <w:szCs w:val="20"/>
              </w:rPr>
              <w:t xml:space="preserve"> zum Vertrag nach </w:t>
            </w:r>
            <w:r w:rsidR="00E04E96">
              <w:rPr>
                <w:rFonts w:ascii="Verdana" w:hAnsi="Verdana"/>
                <w:b/>
                <w:sz w:val="20"/>
                <w:szCs w:val="20"/>
              </w:rPr>
              <w:t>DE</w:t>
            </w:r>
            <w:r w:rsidR="002E629B" w:rsidRPr="00E04E96">
              <w:rPr>
                <w:rFonts w:ascii="Verdana" w:hAnsi="Verdana"/>
                <w:b/>
                <w:sz w:val="20"/>
                <w:szCs w:val="20"/>
              </w:rPr>
              <w:t xml:space="preserve">-UZ </w:t>
            </w:r>
            <w:r w:rsidR="00D2001F" w:rsidRPr="00E04E96">
              <w:rPr>
                <w:rFonts w:ascii="Verdana" w:hAnsi="Verdana"/>
                <w:b/>
                <w:sz w:val="20"/>
                <w:szCs w:val="20"/>
              </w:rPr>
              <w:t>116</w:t>
            </w:r>
          </w:p>
          <w:p w:rsidR="002E629B" w:rsidRPr="00E04E96" w:rsidRDefault="002E629B" w:rsidP="00E57D79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2E629B" w:rsidRPr="00E04E96" w:rsidRDefault="002E629B" w:rsidP="00907C87">
            <w:pPr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Umweltzeichen für „</w:t>
            </w:r>
            <w:r w:rsidR="00907C87" w:rsidRPr="00E04E96">
              <w:rPr>
                <w:rFonts w:ascii="Verdana" w:hAnsi="Verdana"/>
                <w:b/>
                <w:sz w:val="20"/>
                <w:szCs w:val="20"/>
              </w:rPr>
              <w:t>Solarbetrieben</w:t>
            </w:r>
            <w:r w:rsidR="00D2001F" w:rsidRPr="00E04E96">
              <w:rPr>
                <w:rFonts w:ascii="Verdana" w:hAnsi="Verdana"/>
                <w:b/>
                <w:sz w:val="20"/>
                <w:szCs w:val="20"/>
              </w:rPr>
              <w:t>e Produkte</w:t>
            </w:r>
            <w:r w:rsidRPr="00E04E96">
              <w:rPr>
                <w:rFonts w:ascii="Verdana" w:hAnsi="Verdana"/>
                <w:b/>
                <w:sz w:val="20"/>
                <w:szCs w:val="20"/>
              </w:rPr>
              <w:t>“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E629B" w:rsidRPr="00E04E96" w:rsidRDefault="002E629B" w:rsidP="00E57D79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2E629B" w:rsidRPr="00E04E96" w:rsidRDefault="002E629B" w:rsidP="00E57D79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2E629B" w:rsidRPr="00E04E96" w:rsidRDefault="002E629B" w:rsidP="00E57D7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nil"/>
            </w:tcBorders>
            <w:vAlign w:val="center"/>
          </w:tcPr>
          <w:p w:rsidR="0050007C" w:rsidRPr="00E04E96" w:rsidRDefault="0050007C" w:rsidP="0050007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2E629B" w:rsidRPr="00E04E96" w:rsidRDefault="002E629B" w:rsidP="0050007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Bitte benutzen Sie</w:t>
            </w:r>
            <w:r w:rsidR="0050007C" w:rsidRPr="00E04E96">
              <w:rPr>
                <w:rFonts w:ascii="Verdana" w:hAnsi="Verdana"/>
                <w:b/>
                <w:sz w:val="20"/>
                <w:szCs w:val="20"/>
              </w:rPr>
              <w:br/>
            </w:r>
            <w:r w:rsidRPr="00E04E96">
              <w:rPr>
                <w:rFonts w:ascii="Verdana" w:hAnsi="Verdana"/>
                <w:b/>
                <w:sz w:val="20"/>
                <w:szCs w:val="20"/>
              </w:rPr>
              <w:t xml:space="preserve">diesen </w:t>
            </w:r>
            <w:r w:rsidR="0050007C" w:rsidRPr="00E04E96">
              <w:rPr>
                <w:rFonts w:ascii="Verdana" w:hAnsi="Verdana"/>
                <w:b/>
                <w:sz w:val="20"/>
                <w:szCs w:val="20"/>
              </w:rPr>
              <w:t>Vordruck!</w:t>
            </w:r>
          </w:p>
          <w:p w:rsidR="002E629B" w:rsidRPr="00E04E96" w:rsidRDefault="002E629B" w:rsidP="0050007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2E629B" w:rsidRPr="00E04E96" w:rsidRDefault="002E629B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3218D9" w:rsidRPr="00E04E96" w:rsidRDefault="003218D9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E04E96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E04E96">
        <w:rPr>
          <w:rFonts w:ascii="Verdana" w:hAnsi="Verdana"/>
          <w:sz w:val="20"/>
          <w:szCs w:val="20"/>
        </w:rPr>
        <w:t>Hersteller (Zeichennehmer):</w:t>
      </w:r>
      <w:r w:rsidRPr="00E04E96">
        <w:rPr>
          <w:rFonts w:ascii="Verdana" w:hAnsi="Verdana"/>
          <w:sz w:val="20"/>
          <w:szCs w:val="20"/>
        </w:rPr>
        <w:tab/>
      </w:r>
      <w:bookmarkStart w:id="0" w:name="Text23"/>
      <w:r w:rsidR="00790957" w:rsidRPr="00E04E96">
        <w:rPr>
          <w:rFonts w:ascii="Verdana" w:hAnsi="Verdana"/>
          <w:sz w:val="20"/>
          <w:szCs w:val="20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790957" w:rsidRPr="00E04E96">
        <w:rPr>
          <w:rFonts w:ascii="Verdana" w:hAnsi="Verdana"/>
          <w:sz w:val="20"/>
          <w:szCs w:val="20"/>
        </w:rPr>
        <w:instrText xml:space="preserve"> FORMTEXT </w:instrText>
      </w:r>
      <w:r w:rsidR="00D442AD" w:rsidRPr="00E04E96">
        <w:rPr>
          <w:rFonts w:ascii="Verdana" w:hAnsi="Verdana"/>
          <w:sz w:val="20"/>
          <w:szCs w:val="20"/>
        </w:rPr>
      </w:r>
      <w:r w:rsidR="00790957" w:rsidRPr="00E04E96">
        <w:rPr>
          <w:rFonts w:ascii="Verdana" w:hAnsi="Verdana"/>
          <w:sz w:val="20"/>
          <w:szCs w:val="20"/>
        </w:rPr>
        <w:fldChar w:fldCharType="separate"/>
      </w:r>
      <w:bookmarkStart w:id="1" w:name="_GoBack"/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bookmarkEnd w:id="1"/>
      <w:r w:rsidR="00790957" w:rsidRPr="00E04E96">
        <w:rPr>
          <w:rFonts w:ascii="Verdana" w:hAnsi="Verdana"/>
          <w:sz w:val="20"/>
          <w:szCs w:val="20"/>
        </w:rPr>
        <w:fldChar w:fldCharType="end"/>
      </w:r>
      <w:bookmarkEnd w:id="0"/>
    </w:p>
    <w:p w:rsidR="002E629B" w:rsidRPr="00E04E96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E04E96">
        <w:rPr>
          <w:rFonts w:ascii="Verdana" w:hAnsi="Verdana"/>
          <w:sz w:val="20"/>
          <w:szCs w:val="20"/>
        </w:rPr>
        <w:tab/>
      </w:r>
      <w:r w:rsidRPr="00E04E96">
        <w:rPr>
          <w:rFonts w:ascii="Verdana" w:hAnsi="Verdana"/>
          <w:sz w:val="20"/>
          <w:szCs w:val="20"/>
        </w:rPr>
        <w:fldChar w:fldCharType="begin">
          <w:ffData>
            <w:name w:val="Text25"/>
            <w:enabled/>
            <w:calcOnExit w:val="0"/>
            <w:textInput>
              <w:maxLength w:val="35"/>
            </w:textInput>
          </w:ffData>
        </w:fldChar>
      </w:r>
      <w:bookmarkStart w:id="2" w:name="Text25"/>
      <w:r w:rsidRPr="00E04E96">
        <w:rPr>
          <w:rFonts w:ascii="Verdana" w:hAnsi="Verdana"/>
          <w:sz w:val="20"/>
          <w:szCs w:val="20"/>
        </w:rPr>
        <w:instrText xml:space="preserve"> FORMTEXT </w:instrText>
      </w:r>
      <w:r w:rsidRPr="00E04E96">
        <w:rPr>
          <w:rFonts w:ascii="Verdana" w:hAnsi="Verdana"/>
          <w:sz w:val="20"/>
          <w:szCs w:val="20"/>
        </w:rPr>
      </w:r>
      <w:r w:rsidRPr="00E04E96">
        <w:rPr>
          <w:rFonts w:ascii="Verdana" w:hAnsi="Verdana"/>
          <w:sz w:val="20"/>
          <w:szCs w:val="20"/>
        </w:rPr>
        <w:fldChar w:fldCharType="separate"/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Pr="00E04E96">
        <w:rPr>
          <w:rFonts w:ascii="Verdana" w:hAnsi="Verdana"/>
          <w:sz w:val="20"/>
          <w:szCs w:val="20"/>
        </w:rPr>
        <w:fldChar w:fldCharType="end"/>
      </w:r>
      <w:bookmarkEnd w:id="2"/>
    </w:p>
    <w:p w:rsidR="00D338F3" w:rsidRPr="00E04E96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E04E96">
        <w:rPr>
          <w:rFonts w:ascii="Verdana" w:hAnsi="Verdana"/>
          <w:sz w:val="20"/>
          <w:szCs w:val="20"/>
        </w:rPr>
        <w:tab/>
      </w:r>
      <w:r w:rsidRPr="00E04E96">
        <w:rPr>
          <w:rFonts w:ascii="Verdana" w:hAnsi="Verdana"/>
          <w:sz w:val="20"/>
          <w:szCs w:val="20"/>
        </w:rPr>
        <w:fldChar w:fldCharType="begin">
          <w:ffData>
            <w:name w:val="Text24"/>
            <w:enabled/>
            <w:calcOnExit w:val="0"/>
            <w:textInput>
              <w:maxLength w:val="35"/>
            </w:textInput>
          </w:ffData>
        </w:fldChar>
      </w:r>
      <w:bookmarkStart w:id="3" w:name="Text24"/>
      <w:r w:rsidRPr="00E04E96">
        <w:rPr>
          <w:rFonts w:ascii="Verdana" w:hAnsi="Verdana"/>
          <w:sz w:val="20"/>
          <w:szCs w:val="20"/>
        </w:rPr>
        <w:instrText xml:space="preserve"> FORMTEXT </w:instrText>
      </w:r>
      <w:r w:rsidRPr="00E04E96">
        <w:rPr>
          <w:rFonts w:ascii="Verdana" w:hAnsi="Verdana"/>
          <w:sz w:val="20"/>
          <w:szCs w:val="20"/>
        </w:rPr>
      </w:r>
      <w:r w:rsidRPr="00E04E96">
        <w:rPr>
          <w:rFonts w:ascii="Verdana" w:hAnsi="Verdana"/>
          <w:sz w:val="20"/>
          <w:szCs w:val="20"/>
        </w:rPr>
        <w:fldChar w:fldCharType="separate"/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Pr="00E04E96">
        <w:rPr>
          <w:rFonts w:ascii="Verdana" w:hAnsi="Verdana"/>
          <w:sz w:val="20"/>
          <w:szCs w:val="20"/>
        </w:rPr>
        <w:fldChar w:fldCharType="end"/>
      </w:r>
      <w:bookmarkEnd w:id="3"/>
    </w:p>
    <w:p w:rsidR="002E629B" w:rsidRPr="00E04E96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E04E96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E04E96">
        <w:rPr>
          <w:rFonts w:ascii="Verdana" w:hAnsi="Verdana"/>
          <w:sz w:val="20"/>
          <w:szCs w:val="20"/>
        </w:rPr>
        <w:t>Inverkehrbringer (Zeichenanwender):</w:t>
      </w:r>
      <w:r w:rsidRPr="00E04E96">
        <w:rPr>
          <w:rFonts w:ascii="Verdana" w:hAnsi="Verdana"/>
          <w:sz w:val="20"/>
          <w:szCs w:val="20"/>
        </w:rPr>
        <w:tab/>
      </w:r>
      <w:r w:rsidR="00D338F3" w:rsidRPr="00E04E96">
        <w:rPr>
          <w:rFonts w:ascii="Verdana" w:hAnsi="Verdana"/>
          <w:sz w:val="20"/>
          <w:szCs w:val="20"/>
        </w:rPr>
        <w:fldChar w:fldCharType="begin">
          <w:ffData>
            <w:name w:val="Text22"/>
            <w:enabled/>
            <w:calcOnExit w:val="0"/>
            <w:textInput>
              <w:maxLength w:val="35"/>
            </w:textInput>
          </w:ffData>
        </w:fldChar>
      </w:r>
      <w:bookmarkStart w:id="4" w:name="Text22"/>
      <w:r w:rsidR="00D338F3" w:rsidRPr="00E04E96">
        <w:rPr>
          <w:rFonts w:ascii="Verdana" w:hAnsi="Verdana"/>
          <w:sz w:val="20"/>
          <w:szCs w:val="20"/>
        </w:rPr>
        <w:instrText xml:space="preserve"> FORMTEXT </w:instrText>
      </w:r>
      <w:r w:rsidR="00D338F3" w:rsidRPr="00E04E96">
        <w:rPr>
          <w:rFonts w:ascii="Verdana" w:hAnsi="Verdana"/>
          <w:sz w:val="20"/>
          <w:szCs w:val="20"/>
        </w:rPr>
      </w:r>
      <w:r w:rsidR="00D338F3" w:rsidRPr="00E04E96">
        <w:rPr>
          <w:rFonts w:ascii="Verdana" w:hAnsi="Verdana"/>
          <w:sz w:val="20"/>
          <w:szCs w:val="20"/>
        </w:rPr>
        <w:fldChar w:fldCharType="separate"/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D338F3" w:rsidRPr="00E04E96">
        <w:rPr>
          <w:rFonts w:ascii="Verdana" w:hAnsi="Verdana"/>
          <w:sz w:val="20"/>
          <w:szCs w:val="20"/>
        </w:rPr>
        <w:fldChar w:fldCharType="end"/>
      </w:r>
      <w:bookmarkEnd w:id="4"/>
    </w:p>
    <w:p w:rsidR="00D338F3" w:rsidRPr="00E04E96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E04E96">
        <w:rPr>
          <w:rFonts w:ascii="Verdana" w:hAnsi="Verdana"/>
          <w:sz w:val="20"/>
          <w:szCs w:val="20"/>
        </w:rPr>
        <w:tab/>
      </w:r>
      <w:r w:rsidRPr="00E04E96">
        <w:rPr>
          <w:rFonts w:ascii="Verdana" w:hAnsi="Verdana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maxLength w:val="35"/>
            </w:textInput>
          </w:ffData>
        </w:fldChar>
      </w:r>
      <w:bookmarkStart w:id="5" w:name="Text27"/>
      <w:r w:rsidRPr="00E04E96">
        <w:rPr>
          <w:rFonts w:ascii="Verdana" w:hAnsi="Verdana"/>
          <w:sz w:val="20"/>
          <w:szCs w:val="20"/>
        </w:rPr>
        <w:instrText xml:space="preserve"> FORMTEXT </w:instrText>
      </w:r>
      <w:r w:rsidRPr="00E04E96">
        <w:rPr>
          <w:rFonts w:ascii="Verdana" w:hAnsi="Verdana"/>
          <w:sz w:val="20"/>
          <w:szCs w:val="20"/>
        </w:rPr>
      </w:r>
      <w:r w:rsidRPr="00E04E96">
        <w:rPr>
          <w:rFonts w:ascii="Verdana" w:hAnsi="Verdana"/>
          <w:sz w:val="20"/>
          <w:szCs w:val="20"/>
        </w:rPr>
        <w:fldChar w:fldCharType="separate"/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Pr="00E04E96">
        <w:rPr>
          <w:rFonts w:ascii="Verdana" w:hAnsi="Verdana"/>
          <w:sz w:val="20"/>
          <w:szCs w:val="20"/>
        </w:rPr>
        <w:fldChar w:fldCharType="end"/>
      </w:r>
      <w:bookmarkEnd w:id="5"/>
    </w:p>
    <w:p w:rsidR="002E629B" w:rsidRPr="00E04E96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E04E96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E04E96">
        <w:rPr>
          <w:rFonts w:ascii="Verdana" w:hAnsi="Verdana"/>
          <w:sz w:val="20"/>
          <w:szCs w:val="20"/>
        </w:rPr>
        <w:t>Marken-/Handelsname:</w:t>
      </w:r>
      <w:r w:rsidRPr="00E04E96">
        <w:rPr>
          <w:rFonts w:ascii="Verdana" w:hAnsi="Verdana"/>
          <w:sz w:val="20"/>
          <w:szCs w:val="20"/>
        </w:rPr>
        <w:tab/>
      </w:r>
      <w:r w:rsidR="00D338F3" w:rsidRPr="00E04E96">
        <w:rPr>
          <w:rFonts w:ascii="Verdana" w:hAnsi="Verdana"/>
          <w:sz w:val="20"/>
          <w:szCs w:val="20"/>
        </w:rPr>
        <w:fldChar w:fldCharType="begin">
          <w:ffData>
            <w:name w:val="Text21"/>
            <w:enabled/>
            <w:calcOnExit w:val="0"/>
            <w:textInput>
              <w:maxLength w:val="35"/>
            </w:textInput>
          </w:ffData>
        </w:fldChar>
      </w:r>
      <w:bookmarkStart w:id="6" w:name="Text21"/>
      <w:r w:rsidR="00D338F3" w:rsidRPr="00E04E96">
        <w:rPr>
          <w:rFonts w:ascii="Verdana" w:hAnsi="Verdana"/>
          <w:sz w:val="20"/>
          <w:szCs w:val="20"/>
        </w:rPr>
        <w:instrText xml:space="preserve"> FORMTEXT </w:instrText>
      </w:r>
      <w:r w:rsidR="00D338F3" w:rsidRPr="00E04E96">
        <w:rPr>
          <w:rFonts w:ascii="Verdana" w:hAnsi="Verdana"/>
          <w:sz w:val="20"/>
          <w:szCs w:val="20"/>
        </w:rPr>
      </w:r>
      <w:r w:rsidR="00D338F3" w:rsidRPr="00E04E96">
        <w:rPr>
          <w:rFonts w:ascii="Verdana" w:hAnsi="Verdana"/>
          <w:sz w:val="20"/>
          <w:szCs w:val="20"/>
        </w:rPr>
        <w:fldChar w:fldCharType="separate"/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D338F3" w:rsidRPr="00E04E96">
        <w:rPr>
          <w:rFonts w:ascii="Verdana" w:hAnsi="Verdana"/>
          <w:sz w:val="20"/>
          <w:szCs w:val="20"/>
        </w:rPr>
        <w:fldChar w:fldCharType="end"/>
      </w:r>
      <w:bookmarkEnd w:id="6"/>
    </w:p>
    <w:p w:rsidR="002E629B" w:rsidRPr="00E04E96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E04E96" w:rsidRDefault="00CD51B1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E04E96">
        <w:rPr>
          <w:rFonts w:ascii="Verdana" w:hAnsi="Verdana"/>
          <w:sz w:val="20"/>
          <w:szCs w:val="20"/>
        </w:rPr>
        <w:t>Typen</w:t>
      </w:r>
      <w:r w:rsidR="002E629B" w:rsidRPr="00E04E96">
        <w:rPr>
          <w:rFonts w:ascii="Verdana" w:hAnsi="Verdana"/>
          <w:sz w:val="20"/>
          <w:szCs w:val="20"/>
        </w:rPr>
        <w:t>bezeichnung</w:t>
      </w:r>
      <w:r w:rsidR="00D338F3" w:rsidRPr="00E04E96">
        <w:rPr>
          <w:rFonts w:ascii="Verdana" w:hAnsi="Verdana"/>
          <w:sz w:val="20"/>
          <w:szCs w:val="20"/>
        </w:rPr>
        <w:tab/>
      </w:r>
      <w:r w:rsidR="00D338F3" w:rsidRPr="00E04E96">
        <w:rPr>
          <w:rFonts w:ascii="Verdana" w:hAnsi="Verdana"/>
          <w:sz w:val="20"/>
          <w:szCs w:val="20"/>
        </w:rPr>
        <w:fldChar w:fldCharType="begin">
          <w:ffData>
            <w:name w:val="Text20"/>
            <w:enabled/>
            <w:calcOnExit w:val="0"/>
            <w:textInput>
              <w:maxLength w:val="35"/>
            </w:textInput>
          </w:ffData>
        </w:fldChar>
      </w:r>
      <w:bookmarkStart w:id="7" w:name="Text20"/>
      <w:r w:rsidR="00D338F3" w:rsidRPr="00E04E96">
        <w:rPr>
          <w:rFonts w:ascii="Verdana" w:hAnsi="Verdana"/>
          <w:sz w:val="20"/>
          <w:szCs w:val="20"/>
        </w:rPr>
        <w:instrText xml:space="preserve"> FORMTEXT </w:instrText>
      </w:r>
      <w:r w:rsidR="00D338F3" w:rsidRPr="00E04E96">
        <w:rPr>
          <w:rFonts w:ascii="Verdana" w:hAnsi="Verdana"/>
          <w:sz w:val="20"/>
          <w:szCs w:val="20"/>
        </w:rPr>
      </w:r>
      <w:r w:rsidR="00D338F3" w:rsidRPr="00E04E96">
        <w:rPr>
          <w:rFonts w:ascii="Verdana" w:hAnsi="Verdana"/>
          <w:sz w:val="20"/>
          <w:szCs w:val="20"/>
        </w:rPr>
        <w:fldChar w:fldCharType="separate"/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D338F3" w:rsidRPr="00E04E96">
        <w:rPr>
          <w:rFonts w:ascii="Verdana" w:hAnsi="Verdana"/>
          <w:sz w:val="20"/>
          <w:szCs w:val="20"/>
        </w:rPr>
        <w:fldChar w:fldCharType="end"/>
      </w:r>
      <w:bookmarkEnd w:id="7"/>
    </w:p>
    <w:p w:rsidR="002E629B" w:rsidRPr="00E04E96" w:rsidRDefault="002E629B" w:rsidP="00F260CB">
      <w:pPr>
        <w:pStyle w:val="Textkrper"/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2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5670"/>
        <w:gridCol w:w="1418"/>
        <w:gridCol w:w="810"/>
      </w:tblGrid>
      <w:tr w:rsidR="00CD51B1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D51B1" w:rsidRPr="00E04E96" w:rsidRDefault="00CD51B1" w:rsidP="007D1998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br w:type="page"/>
            </w:r>
            <w:r w:rsidRPr="00E04E96">
              <w:rPr>
                <w:rFonts w:ascii="Verdana" w:hAnsi="Verdana"/>
                <w:sz w:val="20"/>
                <w:szCs w:val="20"/>
              </w:rPr>
              <w:br w:type="page"/>
            </w: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>Abschnitt</w:t>
            </w:r>
          </w:p>
        </w:tc>
        <w:tc>
          <w:tcPr>
            <w:tcW w:w="3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D51B1" w:rsidRPr="00E04E96" w:rsidRDefault="00CD51B1" w:rsidP="00907C87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 xml:space="preserve">Erklärungen/Nachweise für </w:t>
            </w:r>
            <w:r w:rsidR="00907C87" w:rsidRPr="00E04E96">
              <w:rPr>
                <w:rFonts w:ascii="Verdana" w:hAnsi="Verdana"/>
                <w:b/>
                <w:bCs/>
                <w:sz w:val="20"/>
                <w:szCs w:val="20"/>
              </w:rPr>
              <w:t>Solarbetrieben</w:t>
            </w:r>
            <w:r w:rsidR="002324F7" w:rsidRPr="00E04E96">
              <w:rPr>
                <w:rFonts w:ascii="Verdana" w:hAnsi="Verdana"/>
                <w:b/>
                <w:bCs/>
                <w:sz w:val="20"/>
                <w:szCs w:val="20"/>
              </w:rPr>
              <w:t>e Produkte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D51B1" w:rsidRPr="00E04E96" w:rsidRDefault="00CD51B1" w:rsidP="00FD020A">
            <w:pPr>
              <w:tabs>
                <w:tab w:val="left" w:pos="7938"/>
              </w:tabs>
              <w:spacing w:before="40" w:after="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>ja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D51B1" w:rsidRPr="00E04E96" w:rsidRDefault="00CD51B1" w:rsidP="00FD020A">
            <w:pPr>
              <w:tabs>
                <w:tab w:val="left" w:pos="7938"/>
              </w:tabs>
              <w:spacing w:before="40" w:after="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>nein</w:t>
            </w:r>
          </w:p>
        </w:tc>
      </w:tr>
      <w:tr w:rsidR="00CD51B1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CD51B1" w:rsidRPr="00E04E96" w:rsidRDefault="00CD51B1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306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D51B1" w:rsidRPr="00E04E96" w:rsidRDefault="00F93FB6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>Solarbetriebene Produkte ohne Batterie</w:t>
            </w:r>
          </w:p>
        </w:tc>
        <w:tc>
          <w:tcPr>
            <w:tcW w:w="767" w:type="pc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CD51B1" w:rsidRPr="00E04E96" w:rsidRDefault="00CD51B1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D51B1" w:rsidRPr="00E04E96" w:rsidRDefault="00CD51B1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90957" w:rsidRPr="00E04E96" w:rsidTr="00E04E96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728" w:type="pct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790957" w:rsidRPr="00E04E96" w:rsidRDefault="00790957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90957" w:rsidRPr="00E04E96" w:rsidRDefault="00577B24" w:rsidP="00C805E0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 xml:space="preserve">Der </w:t>
            </w:r>
            <w:r w:rsidR="00C805E0" w:rsidRPr="00E04E96">
              <w:rPr>
                <w:rFonts w:ascii="Verdana" w:hAnsi="Verdana"/>
                <w:sz w:val="20"/>
                <w:szCs w:val="20"/>
              </w:rPr>
              <w:t>Antrag</w:t>
            </w:r>
            <w:r w:rsidRPr="00E04E96">
              <w:rPr>
                <w:rFonts w:ascii="Verdana" w:hAnsi="Verdana"/>
                <w:sz w:val="20"/>
                <w:szCs w:val="20"/>
              </w:rPr>
              <w:t>steller erklärt die Einhaltung der Anforderungen nach Vergabegrundlage Abschnitt 3.1. zur Funktionssicherheit</w:t>
            </w:r>
            <w:r w:rsidR="000A1EB7" w:rsidRPr="00E04E96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790957" w:rsidRPr="00E04E96" w:rsidRDefault="00790957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790957" w:rsidRPr="00E04E96" w:rsidRDefault="00790957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577B24" w:rsidRPr="00E04E96" w:rsidTr="00E04E96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77B24" w:rsidRPr="00E04E96" w:rsidRDefault="00577B24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77B24" w:rsidRPr="00E04E96" w:rsidRDefault="00577B24" w:rsidP="00577B24">
            <w:pPr>
              <w:tabs>
                <w:tab w:val="right" w:pos="6031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Die Angaben zur Anforderungen liegen bei.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77B24" w:rsidRPr="00E04E96" w:rsidRDefault="00577B24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77B24" w:rsidRPr="00E04E96" w:rsidRDefault="00577B24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9C1E01" w:rsidRPr="00E04E96" w:rsidTr="00E04E96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28" w:type="pct"/>
            <w:tcBorders>
              <w:top w:val="nil"/>
              <w:left w:val="single" w:sz="6" w:space="0" w:color="auto"/>
              <w:bottom w:val="single" w:sz="8" w:space="0" w:color="auto"/>
              <w:right w:val="nil"/>
            </w:tcBorders>
            <w:tcMar>
              <w:top w:w="6" w:type="dxa"/>
              <w:bottom w:w="6" w:type="dxa"/>
            </w:tcMar>
          </w:tcPr>
          <w:p w:rsidR="009C1E01" w:rsidRPr="00E04E96" w:rsidRDefault="009C1E01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C1E01" w:rsidRPr="00E04E96" w:rsidRDefault="009C1E01" w:rsidP="007D1998">
            <w:pPr>
              <w:tabs>
                <w:tab w:val="right" w:pos="6031"/>
              </w:tabs>
              <w:spacing w:before="20"/>
              <w:ind w:left="36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C1E01" w:rsidRPr="00E04E96" w:rsidRDefault="00105A5B" w:rsidP="008B2694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 xml:space="preserve">Anlage </w:t>
            </w:r>
            <w:r w:rsidR="003A19FB" w:rsidRPr="00E04E96">
              <w:rPr>
                <w:rFonts w:ascii="Verdana" w:hAnsi="Verdana"/>
                <w:b/>
                <w:bCs/>
                <w:sz w:val="20"/>
                <w:szCs w:val="20"/>
              </w:rPr>
              <w:t>7</w:t>
            </w:r>
            <w:r w:rsidR="008B2694" w:rsidRPr="00E04E96">
              <w:rPr>
                <w:rFonts w:ascii="Verdana" w:hAnsi="Verdana"/>
                <w:b/>
                <w:bCs/>
                <w:sz w:val="20"/>
                <w:szCs w:val="20"/>
              </w:rPr>
              <w:t>a)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C1E01" w:rsidRPr="00E04E96" w:rsidRDefault="009C1E01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B2C40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EB2C40" w:rsidRPr="00E04E96" w:rsidRDefault="00EB2C4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3.2</w:t>
            </w:r>
          </w:p>
        </w:tc>
        <w:tc>
          <w:tcPr>
            <w:tcW w:w="3067" w:type="pct"/>
            <w:tcBorders>
              <w:top w:val="single" w:sz="8" w:space="0" w:color="auto"/>
              <w:left w:val="nil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EB2C40" w:rsidRPr="00E04E96" w:rsidRDefault="00F93FB6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Solarbetriebene Indoor-Produkte mit Akkumulator</w:t>
            </w:r>
          </w:p>
        </w:tc>
        <w:tc>
          <w:tcPr>
            <w:tcW w:w="767" w:type="pct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EB2C40" w:rsidRPr="00E04E96" w:rsidRDefault="00EB2C4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EB2C40" w:rsidRPr="00E04E96" w:rsidRDefault="00EB2C4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B0176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8B0176" w:rsidRPr="00E04E96" w:rsidRDefault="000B51C2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3.2.1</w:t>
            </w:r>
          </w:p>
        </w:tc>
        <w:tc>
          <w:tcPr>
            <w:tcW w:w="3067" w:type="pc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8B0176" w:rsidRPr="00E04E96" w:rsidRDefault="00F93FB6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Anforderungen an die Funktionssicherheit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8B0176" w:rsidRPr="00E04E96" w:rsidRDefault="008B0176" w:rsidP="00BF6C8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8B0176" w:rsidRPr="00E04E96" w:rsidRDefault="008B0176" w:rsidP="00BF6C8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77B24" w:rsidRPr="00E04E96" w:rsidTr="00E04E96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77B24" w:rsidRPr="00E04E96" w:rsidRDefault="00577B24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77B24" w:rsidRPr="00E04E96" w:rsidRDefault="00577B24" w:rsidP="00C805E0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 xml:space="preserve">Der </w:t>
            </w:r>
            <w:r w:rsidR="00C805E0" w:rsidRPr="00E04E96">
              <w:rPr>
                <w:rFonts w:ascii="Verdana" w:hAnsi="Verdana"/>
                <w:sz w:val="20"/>
                <w:szCs w:val="20"/>
              </w:rPr>
              <w:t>Antrag</w:t>
            </w:r>
            <w:r w:rsidRPr="00E04E96">
              <w:rPr>
                <w:rFonts w:ascii="Verdana" w:hAnsi="Verdana"/>
                <w:sz w:val="20"/>
                <w:szCs w:val="20"/>
              </w:rPr>
              <w:t>steller erklärt die Einhaltung der Anforderungen nach Vergabegrundlage Abschnitt 3.2.1. zur Funktionssicherheit</w:t>
            </w:r>
            <w:r w:rsidR="000A1EB7" w:rsidRPr="00E04E96">
              <w:rPr>
                <w:rFonts w:ascii="Verdana" w:hAnsi="Verdana"/>
                <w:sz w:val="20"/>
                <w:szCs w:val="20"/>
              </w:rPr>
              <w:t>.</w:t>
            </w:r>
            <w:r w:rsidRPr="00E04E9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77B24" w:rsidRPr="00E04E96" w:rsidRDefault="00577B24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77B24" w:rsidRPr="00E04E96" w:rsidRDefault="00577B24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577B24" w:rsidRPr="00E04E96" w:rsidTr="00E04E96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77B24" w:rsidRPr="00E04E96" w:rsidRDefault="00577B24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77B24" w:rsidRPr="00E04E96" w:rsidRDefault="00577B24" w:rsidP="00AF36AB">
            <w:pPr>
              <w:tabs>
                <w:tab w:val="right" w:pos="6031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Die Berechnung der Anforderungen liegt bei.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77B24" w:rsidRPr="00E04E96" w:rsidRDefault="00577B24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77B24" w:rsidRPr="00E04E96" w:rsidRDefault="00577B24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577B24" w:rsidRPr="00E04E96" w:rsidTr="00E04E96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28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77B24" w:rsidRPr="00E04E96" w:rsidRDefault="00577B24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B24" w:rsidRPr="00E04E96" w:rsidRDefault="00577B24" w:rsidP="00AF36AB">
            <w:pPr>
              <w:tabs>
                <w:tab w:val="right" w:pos="6031"/>
              </w:tabs>
              <w:spacing w:before="20"/>
              <w:ind w:left="36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577B24" w:rsidRPr="00E04E96" w:rsidRDefault="00577B24" w:rsidP="00220277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 xml:space="preserve">Anlage </w:t>
            </w:r>
            <w:r w:rsidR="003A19FB" w:rsidRPr="00E04E96">
              <w:rPr>
                <w:rFonts w:ascii="Verdana" w:hAnsi="Verdana"/>
                <w:b/>
                <w:bCs/>
                <w:sz w:val="20"/>
                <w:szCs w:val="20"/>
              </w:rPr>
              <w:t>7</w:t>
            </w:r>
            <w:r w:rsidR="008B2694" w:rsidRPr="00E04E96">
              <w:rPr>
                <w:rFonts w:ascii="Verdana" w:hAnsi="Verdana"/>
                <w:b/>
                <w:bCs/>
                <w:sz w:val="20"/>
                <w:szCs w:val="20"/>
              </w:rPr>
              <w:t>b)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577B24" w:rsidRPr="00E04E96" w:rsidRDefault="00577B24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967D4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4967D4" w:rsidRPr="00E04E96" w:rsidRDefault="004967D4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3.2.2</w:t>
            </w:r>
          </w:p>
        </w:tc>
        <w:tc>
          <w:tcPr>
            <w:tcW w:w="3067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4967D4" w:rsidRPr="00E04E96" w:rsidRDefault="004967D4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Verbraucherinformation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4967D4" w:rsidRPr="00E04E96" w:rsidRDefault="004967D4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4967D4" w:rsidRPr="00E04E96" w:rsidRDefault="004967D4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967D4" w:rsidRPr="00E04E96" w:rsidTr="00E04E96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4967D4" w:rsidRPr="00E04E96" w:rsidRDefault="004967D4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4967D4" w:rsidRPr="00E04E96" w:rsidRDefault="004967D4" w:rsidP="00C805E0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 xml:space="preserve">Der </w:t>
            </w:r>
            <w:r w:rsidR="00C805E0" w:rsidRPr="00E04E96">
              <w:rPr>
                <w:rFonts w:ascii="Verdana" w:hAnsi="Verdana"/>
                <w:sz w:val="20"/>
                <w:szCs w:val="20"/>
              </w:rPr>
              <w:t>Antrag</w:t>
            </w:r>
            <w:r w:rsidRPr="00E04E96">
              <w:rPr>
                <w:rFonts w:ascii="Verdana" w:hAnsi="Verdana"/>
                <w:sz w:val="20"/>
                <w:szCs w:val="20"/>
              </w:rPr>
              <w:t>steller erklärt die Einhaltung der Anforderungen nach Vergabegrundlage Abschnitt 3.2.2. zu Verbraucherinformationen</w:t>
            </w:r>
            <w:r w:rsidR="000A1EB7" w:rsidRPr="00E04E96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4967D4" w:rsidRPr="00E04E96" w:rsidRDefault="004967D4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4967D4" w:rsidRPr="00E04E96" w:rsidRDefault="004967D4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967D4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4967D4" w:rsidRPr="00E04E96" w:rsidRDefault="004967D4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4967D4" w:rsidRPr="00E04E96" w:rsidRDefault="004967D4" w:rsidP="004967D4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Die Produktunterlagen enthalten folgende Angaben zur richtigen Handhabung beim erstmaligen Laden des Akkumulators bzw. generell Angaben zum richtigen Umgang zur bestmöglichen Erhaltung der Leistungsfähigkeit des Akkumulators</w:t>
            </w:r>
            <w:r w:rsidR="000A1EB7" w:rsidRPr="00E04E96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4967D4" w:rsidRPr="00E04E96" w:rsidRDefault="004967D4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4967D4" w:rsidRPr="00E04E96" w:rsidRDefault="004967D4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967D4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4967D4" w:rsidRPr="00E04E96" w:rsidRDefault="004967D4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4967D4" w:rsidRPr="00E04E96" w:rsidRDefault="004967D4" w:rsidP="00AF36AB">
            <w:pPr>
              <w:tabs>
                <w:tab w:val="right" w:pos="6031"/>
              </w:tabs>
              <w:spacing w:before="20"/>
              <w:ind w:left="360"/>
              <w:jc w:val="right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 xml:space="preserve">Seite </w:t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instrText xml:space="preserve"> FORMTEXT </w:instrText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fldChar w:fldCharType="separate"/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76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4967D4" w:rsidRPr="00E04E96" w:rsidRDefault="004967D4" w:rsidP="003A19F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 xml:space="preserve">Anlage </w:t>
            </w:r>
            <w:r w:rsidR="003A19FB" w:rsidRPr="00E04E96">
              <w:rPr>
                <w:rFonts w:ascii="Verdana" w:hAnsi="Verdan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4967D4" w:rsidRPr="00E04E96" w:rsidRDefault="004967D4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967D4" w:rsidRPr="00E04E96" w:rsidTr="00E04E96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7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4967D4" w:rsidRPr="00E04E96" w:rsidRDefault="004967D4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30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4967D4" w:rsidRPr="00E04E96" w:rsidRDefault="004967D4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Sonstige solarbetriebene Produkte</w:t>
            </w:r>
            <w:r w:rsidR="00AC6B09" w:rsidRPr="00E04E96">
              <w:rPr>
                <w:rFonts w:ascii="Verdana" w:hAnsi="Verdana"/>
                <w:b/>
                <w:sz w:val="20"/>
                <w:szCs w:val="20"/>
              </w:rPr>
              <w:t xml:space="preserve"> mit Akkumulator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4967D4" w:rsidRPr="00E04E96" w:rsidRDefault="004967D4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4967D4" w:rsidRPr="00E04E96" w:rsidRDefault="004967D4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967D4" w:rsidRPr="00E04E96" w:rsidTr="00E04E96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728" w:type="pct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4967D4" w:rsidRPr="00E04E96" w:rsidRDefault="004967D4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>3.3.1</w:t>
            </w:r>
          </w:p>
        </w:tc>
        <w:tc>
          <w:tcPr>
            <w:tcW w:w="306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4967D4" w:rsidRPr="00E04E96" w:rsidRDefault="00A859A6" w:rsidP="00A859A6">
            <w:pPr>
              <w:tabs>
                <w:tab w:val="clear" w:pos="6804"/>
                <w:tab w:val="clear" w:pos="7371"/>
                <w:tab w:val="right" w:pos="5811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Anforderung an die Ladezeit und Funktionssicherheit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4967D4" w:rsidRPr="00E04E96" w:rsidRDefault="004967D4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4967D4" w:rsidRPr="00E04E96" w:rsidRDefault="004967D4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805E0" w:rsidRPr="00E04E96" w:rsidTr="00E04E96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805E0" w:rsidRPr="00E04E96" w:rsidRDefault="00C805E0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05E0" w:rsidRPr="00E04E96" w:rsidRDefault="00C805E0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 xml:space="preserve">Der Antragsteller erklärt die Einhaltung der Anforderungen nach Vergabegrundlage Abschnitt 3.3.1. zur </w:t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t>Ladezeit</w:t>
            </w:r>
            <w:r w:rsidRPr="00E04E96">
              <w:rPr>
                <w:rFonts w:ascii="Verdana" w:hAnsi="Verdana"/>
                <w:sz w:val="20"/>
                <w:szCs w:val="20"/>
              </w:rPr>
              <w:t xml:space="preserve"> und </w:t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t>Funktionssicherheit</w:t>
            </w:r>
            <w:r w:rsidR="000A1EB7" w:rsidRPr="00E04E96">
              <w:rPr>
                <w:rFonts w:ascii="Verdana" w:hAnsi="Verdana"/>
                <w:sz w:val="20"/>
                <w:szCs w:val="20"/>
                <w:u w:val="single"/>
              </w:rPr>
              <w:t>.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805E0" w:rsidRPr="00E04E96" w:rsidRDefault="00C805E0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05E0" w:rsidRPr="00E04E96" w:rsidRDefault="00C805E0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C805E0" w:rsidRPr="00E04E96" w:rsidTr="00E04E96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805E0" w:rsidRPr="00E04E96" w:rsidRDefault="00C805E0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05E0" w:rsidRPr="00E04E96" w:rsidRDefault="00C805E0" w:rsidP="00C805E0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Die Messprotokolle zur Ladezeit und Funktionssicherheit liegen bei.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805E0" w:rsidRPr="00E04E96" w:rsidRDefault="00C805E0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05E0" w:rsidRPr="00E04E96" w:rsidRDefault="00C805E0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C805E0" w:rsidRPr="00E04E96" w:rsidTr="00E04E96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805E0" w:rsidRPr="00E04E96" w:rsidRDefault="00C805E0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05E0" w:rsidRPr="00E04E96" w:rsidRDefault="00C805E0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805E0" w:rsidRPr="00E04E96" w:rsidRDefault="00C805E0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 xml:space="preserve">Anlage </w:t>
            </w:r>
            <w:r w:rsidR="003A19FB" w:rsidRPr="00E04E96">
              <w:rPr>
                <w:rFonts w:ascii="Verdana" w:hAnsi="Verdana"/>
                <w:b/>
                <w:bCs/>
                <w:sz w:val="20"/>
                <w:szCs w:val="20"/>
              </w:rPr>
              <w:t>7</w:t>
            </w:r>
            <w:r w:rsidR="008B2694" w:rsidRPr="00E04E96">
              <w:rPr>
                <w:rFonts w:ascii="Verdana" w:hAnsi="Verdana"/>
                <w:b/>
                <w:bCs/>
                <w:sz w:val="20"/>
                <w:szCs w:val="20"/>
              </w:rPr>
              <w:t>c</w:t>
            </w:r>
            <w:r w:rsidR="00B56FC4" w:rsidRPr="00E04E96">
              <w:rPr>
                <w:rFonts w:ascii="Verdana" w:hAnsi="Verdan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05E0" w:rsidRPr="00E04E96" w:rsidRDefault="00C805E0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805E0" w:rsidRPr="00E04E96" w:rsidTr="00E04E96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805E0" w:rsidRPr="00E04E96" w:rsidRDefault="00C805E0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05E0" w:rsidRPr="00E04E96" w:rsidRDefault="00C805E0" w:rsidP="00C805E0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 xml:space="preserve">Der Antragsteller erklärt die Einhaltung der Anforderungen nach Vergabegrundlage Abschnitt 3.3.1. zur </w:t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t>Funktionalität bei Schwachlicht</w:t>
            </w:r>
            <w:r w:rsidR="000A1EB7" w:rsidRPr="00E04E96">
              <w:rPr>
                <w:rFonts w:ascii="Verdana" w:hAnsi="Verdana"/>
                <w:sz w:val="20"/>
                <w:szCs w:val="20"/>
                <w:u w:val="single"/>
              </w:rPr>
              <w:t>.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805E0" w:rsidRPr="00E04E96" w:rsidRDefault="00C805E0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05E0" w:rsidRPr="00E04E96" w:rsidRDefault="00C805E0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C805E0" w:rsidRPr="00E04E96" w:rsidTr="00E04E96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805E0" w:rsidRPr="00E04E96" w:rsidRDefault="00C805E0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05E0" w:rsidRPr="00E04E96" w:rsidRDefault="00C805E0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Die Messprotokolle zur Funktionalität bei Schwachlicht liegen bei.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805E0" w:rsidRPr="00E04E96" w:rsidRDefault="00C805E0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05E0" w:rsidRPr="00E04E96" w:rsidRDefault="00C805E0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C805E0" w:rsidRPr="00E04E96" w:rsidTr="00E04E96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728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6" w:type="dxa"/>
              <w:bottom w:w="6" w:type="dxa"/>
            </w:tcMar>
          </w:tcPr>
          <w:p w:rsidR="00C805E0" w:rsidRPr="00E04E96" w:rsidRDefault="00C805E0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05E0" w:rsidRPr="00E04E96" w:rsidRDefault="00C805E0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6" w:type="dxa"/>
              <w:bottom w:w="6" w:type="dxa"/>
            </w:tcMar>
          </w:tcPr>
          <w:p w:rsidR="00C805E0" w:rsidRPr="00E04E96" w:rsidRDefault="00C805E0" w:rsidP="00220277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 xml:space="preserve">Anlage </w:t>
            </w:r>
            <w:r w:rsidR="003A19FB" w:rsidRPr="00E04E96">
              <w:rPr>
                <w:rFonts w:ascii="Verdana" w:hAnsi="Verdana"/>
                <w:b/>
                <w:bCs/>
                <w:sz w:val="20"/>
                <w:szCs w:val="20"/>
              </w:rPr>
              <w:t>7</w:t>
            </w:r>
            <w:r w:rsidR="008B2694" w:rsidRPr="00E04E96">
              <w:rPr>
                <w:rFonts w:ascii="Verdana" w:hAnsi="Verdana"/>
                <w:b/>
                <w:bCs/>
                <w:sz w:val="20"/>
                <w:szCs w:val="20"/>
              </w:rPr>
              <w:t>d)</w:t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05E0" w:rsidRPr="00E04E96" w:rsidRDefault="00C805E0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805E0" w:rsidRPr="00E04E96" w:rsidTr="00E04E96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805E0" w:rsidRPr="00E04E96" w:rsidRDefault="009C2312" w:rsidP="006F7EA3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>3.3.1.a)</w:t>
            </w:r>
          </w:p>
        </w:tc>
        <w:tc>
          <w:tcPr>
            <w:tcW w:w="306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05E0" w:rsidRPr="00E04E96" w:rsidRDefault="00220277" w:rsidP="006F7EA3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>Solarbetriebene Produkte für den stationären Einsatz im Outdoorbereich (z.B. Weidezaungeräte, Garagentorantriebe, etc.)</w:t>
            </w:r>
          </w:p>
        </w:tc>
        <w:tc>
          <w:tcPr>
            <w:tcW w:w="767" w:type="pct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805E0" w:rsidRPr="00E04E96" w:rsidRDefault="00C805E0" w:rsidP="006F7EA3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05E0" w:rsidRPr="00E04E96" w:rsidRDefault="00C805E0" w:rsidP="006F7EA3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3218D9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18D9" w:rsidRPr="00E04E96" w:rsidRDefault="003218D9" w:rsidP="006F7EA3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18D9" w:rsidRPr="00E04E96" w:rsidRDefault="003218D9" w:rsidP="006F7EA3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Der Hersteller erklärt die Einhaltungen der Anforderungen nach Vergabegrundlage Abschnitt 3.3.1.a) zur Funktionssicherheit</w:t>
            </w:r>
            <w:r w:rsidR="000A1EB7" w:rsidRPr="00E04E96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18D9" w:rsidRPr="00E04E96" w:rsidRDefault="003218D9" w:rsidP="006F7EA3">
            <w:pPr>
              <w:keepNext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18D9" w:rsidRPr="00E04E96" w:rsidRDefault="003218D9" w:rsidP="006F7EA3">
            <w:pPr>
              <w:keepNext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3218D9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18D9" w:rsidRPr="00E04E96" w:rsidRDefault="003218D9" w:rsidP="006F7EA3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18D9" w:rsidRPr="00E04E96" w:rsidRDefault="003218D9" w:rsidP="006F7EA3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Das vollständige Ergebnisprotokoll der Simulation liegt bei.</w:t>
            </w:r>
          </w:p>
        </w:tc>
        <w:tc>
          <w:tcPr>
            <w:tcW w:w="7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18D9" w:rsidRPr="00E04E96" w:rsidRDefault="003218D9" w:rsidP="006F7EA3">
            <w:pPr>
              <w:keepNext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18D9" w:rsidRPr="00E04E96" w:rsidRDefault="003218D9" w:rsidP="006F7EA3">
            <w:pPr>
              <w:keepNext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3218D9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18D9" w:rsidRPr="00E04E96" w:rsidRDefault="003218D9" w:rsidP="006F7EA3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18D9" w:rsidRPr="00E04E96" w:rsidRDefault="003218D9" w:rsidP="006F7EA3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18D9" w:rsidRPr="00E04E96" w:rsidRDefault="003A19FB" w:rsidP="006F7EA3">
            <w:pPr>
              <w:keepNext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>Anlage 7</w:t>
            </w:r>
            <w:r w:rsidR="0072344C" w:rsidRPr="00E04E96">
              <w:rPr>
                <w:rFonts w:ascii="Verdana" w:hAnsi="Verdana"/>
                <w:b/>
                <w:bCs/>
                <w:sz w:val="20"/>
                <w:szCs w:val="20"/>
              </w:rPr>
              <w:t>e</w:t>
            </w:r>
            <w:r w:rsidR="00B56FC4" w:rsidRPr="00E04E96">
              <w:rPr>
                <w:rFonts w:ascii="Verdana" w:hAnsi="Verdan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18D9" w:rsidRPr="00E04E96" w:rsidRDefault="003218D9" w:rsidP="006F7EA3">
            <w:pPr>
              <w:keepNext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C2312" w:rsidRPr="00E04E96" w:rsidTr="00E04E96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C2312" w:rsidRPr="00E04E96" w:rsidRDefault="009C2312" w:rsidP="006F7EA3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>3.3.1.b)</w:t>
            </w: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C2312" w:rsidRPr="00E04E96" w:rsidRDefault="009C2312" w:rsidP="006F7EA3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>Solare Ladegeräte sowie sich selbst versorgende solarbetriebene Produkte mit integrierten bzw. zugehörigen Akkumulatoren und mobilem Einsatzbereich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C2312" w:rsidRPr="00E04E96" w:rsidRDefault="009C2312" w:rsidP="006F7EA3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C2312" w:rsidRPr="00E04E96" w:rsidRDefault="009C2312" w:rsidP="006F7EA3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9C2312" w:rsidRPr="00E04E96" w:rsidTr="00E04E96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C2312" w:rsidRPr="00E04E96" w:rsidRDefault="009C2312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C2312" w:rsidRPr="00E04E96" w:rsidRDefault="009C2312" w:rsidP="009C2312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Der Antragsteller erklärt die Einhaltung der Anforderungen nach Vergabegrundlage Abschnitt 3.3.1. b) zur Verfügbarkeit der Akkumulatoren</w:t>
            </w:r>
            <w:r w:rsidR="000A1EB7" w:rsidRPr="00E04E96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C2312" w:rsidRPr="00E04E96" w:rsidRDefault="009C2312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C2312" w:rsidRPr="00E04E96" w:rsidRDefault="009C2312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3218D9" w:rsidRPr="00E04E96" w:rsidTr="00E04E96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218D9" w:rsidRPr="00E04E96" w:rsidRDefault="003218D9" w:rsidP="003218D9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>3.3.1.c)</w:t>
            </w: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218D9" w:rsidRPr="00E04E96" w:rsidRDefault="003218D9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>Solare Ladegeräte ohne zugehörige Akkumulatoren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218D9" w:rsidRPr="00E04E96" w:rsidRDefault="003218D9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218D9" w:rsidRPr="00E04E96" w:rsidRDefault="003218D9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3218D9" w:rsidRPr="00E04E96" w:rsidTr="00E04E96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218D9" w:rsidRPr="00E04E96" w:rsidRDefault="003218D9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218D9" w:rsidRPr="00E04E96" w:rsidRDefault="003218D9" w:rsidP="003218D9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Der Antragsteller erklärt die Einhaltung der Anforderungen nach Vergabegrundlage Abschnitt 3.3.1. c) zur Empfehlung eines Akkumulators mit bestimmter Nennkapazität</w:t>
            </w:r>
            <w:r w:rsidR="000A1EB7" w:rsidRPr="00E04E96">
              <w:rPr>
                <w:rFonts w:ascii="Verdana" w:hAnsi="Verdana"/>
                <w:sz w:val="20"/>
                <w:szCs w:val="20"/>
              </w:rPr>
              <w:t>.</w:t>
            </w:r>
            <w:r w:rsidRPr="00E04E9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218D9" w:rsidRPr="00E04E96" w:rsidRDefault="003218D9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218D9" w:rsidRPr="00E04E96" w:rsidRDefault="003218D9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3218D9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218D9" w:rsidRPr="00E04E96" w:rsidRDefault="003218D9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218D9" w:rsidRPr="00E04E96" w:rsidRDefault="003218D9" w:rsidP="003218D9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Deutlicher Hinweis auf den Einsatz bestimmter Akkumulatoren in den Produktunterlagen</w:t>
            </w:r>
            <w:r w:rsidR="000A1EB7" w:rsidRPr="00E04E96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218D9" w:rsidRPr="00E04E96" w:rsidRDefault="003218D9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218D9" w:rsidRPr="00E04E96" w:rsidRDefault="003218D9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3218D9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218D9" w:rsidRPr="00E04E96" w:rsidRDefault="003218D9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218D9" w:rsidRPr="00E04E96" w:rsidRDefault="003218D9" w:rsidP="00AF36AB">
            <w:pPr>
              <w:tabs>
                <w:tab w:val="right" w:pos="6031"/>
              </w:tabs>
              <w:spacing w:before="20"/>
              <w:ind w:left="360"/>
              <w:jc w:val="right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 xml:space="preserve">Seite </w:t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instrText xml:space="preserve"> FORMTEXT </w:instrText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fldChar w:fldCharType="separate"/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76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218D9" w:rsidRPr="00E04E96" w:rsidRDefault="003218D9" w:rsidP="003A19F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 xml:space="preserve">Anlage </w:t>
            </w:r>
            <w:r w:rsidR="003A19FB" w:rsidRPr="00E04E96">
              <w:rPr>
                <w:rFonts w:ascii="Verdana" w:hAnsi="Verdan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218D9" w:rsidRPr="00E04E96" w:rsidRDefault="003218D9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805E0" w:rsidRPr="00E04E96" w:rsidTr="00E04E96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805E0" w:rsidRPr="00E04E96" w:rsidRDefault="00C805E0" w:rsidP="003218D9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>3.</w:t>
            </w:r>
            <w:r w:rsidR="003218D9" w:rsidRPr="00E04E96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>.2</w:t>
            </w:r>
          </w:p>
        </w:tc>
        <w:tc>
          <w:tcPr>
            <w:tcW w:w="306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05E0" w:rsidRPr="00E04E96" w:rsidRDefault="003218D9" w:rsidP="000B51C2">
            <w:pPr>
              <w:tabs>
                <w:tab w:val="right" w:pos="6031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>Verbraucherinformation</w:t>
            </w:r>
          </w:p>
        </w:tc>
        <w:tc>
          <w:tcPr>
            <w:tcW w:w="767" w:type="pct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805E0" w:rsidRPr="00E04E96" w:rsidRDefault="00C805E0" w:rsidP="00BF6C8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05E0" w:rsidRPr="00E04E96" w:rsidRDefault="00C805E0" w:rsidP="00BF6C8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3218D9" w:rsidRPr="00E04E96" w:rsidTr="00E04E96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18D9" w:rsidRPr="00E04E96" w:rsidRDefault="003218D9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18D9" w:rsidRPr="00E04E96" w:rsidRDefault="003218D9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Die Produktunterlagen enthalten folgende Angaben:</w:t>
            </w:r>
          </w:p>
          <w:p w:rsidR="003218D9" w:rsidRPr="00E04E96" w:rsidRDefault="003218D9" w:rsidP="003218D9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- Die richtige Handhabung beim erstmaligen Laden des Akkumulators bzw. generell Angaben zum richtigen Umgang zur bestmöglichen Erhaltung der Leistungs</w:t>
            </w:r>
            <w:r w:rsidRPr="00E04E96">
              <w:rPr>
                <w:rFonts w:ascii="Verdana" w:hAnsi="Verdana"/>
                <w:sz w:val="20"/>
                <w:szCs w:val="20"/>
              </w:rPr>
              <w:softHyphen/>
              <w:t>fähigkeit des Akkumulators.</w:t>
            </w:r>
          </w:p>
          <w:p w:rsidR="003218D9" w:rsidRPr="00E04E96" w:rsidRDefault="003218D9" w:rsidP="003218D9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- Die Ladezeit für eine vollständige Aufladung (100%) in Stunden unter Verweis auf die Nennkapazität des integrierten bzw. zugehörigen oder empfohlenen Akkumulators.</w:t>
            </w:r>
          </w:p>
          <w:p w:rsidR="003218D9" w:rsidRPr="00E04E96" w:rsidRDefault="003218D9" w:rsidP="003218D9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 xml:space="preserve">- Die daraus jeweils resultierende durchschnittliche Ladezeit für 1 Ah bezogen auf die jeweilige Akkumulatorbestückung. </w:t>
            </w:r>
          </w:p>
          <w:p w:rsidR="003218D9" w:rsidRPr="00E04E96" w:rsidRDefault="003218D9" w:rsidP="003218D9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 xml:space="preserve">- Hinweis, dass die nachgewiesene Ladezeit mit einer Bestrahlungsstärke ermittelt wurde, die 80% der Einstrahlungsstärke von Mittagssonne im Sommer entspricht und dass unter realitätsnahen Bedingungen, insbesondere im Winter oder an regnerischen Tagen, mit einer um ein Vielfaches längeren Ladezeit gerechnet werden muss. </w:t>
            </w:r>
          </w:p>
          <w:p w:rsidR="003218D9" w:rsidRPr="00E04E96" w:rsidRDefault="003218D9" w:rsidP="003218D9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 xml:space="preserve">- Hinweis, dass die Funktionssicherheit bei ungünstigen Einsatzbedingungen wie Verschattung, </w:t>
            </w:r>
            <w:r w:rsidRPr="00E04E96">
              <w:rPr>
                <w:rFonts w:ascii="Verdana" w:hAnsi="Verdana"/>
                <w:sz w:val="20"/>
                <w:szCs w:val="20"/>
              </w:rPr>
              <w:lastRenderedPageBreak/>
              <w:t>ungünstige Ausrichtung oder Anstellwinkel des Solarmoduls eingeschränkt sein kann.</w:t>
            </w:r>
          </w:p>
          <w:p w:rsidR="003218D9" w:rsidRPr="00E04E96" w:rsidRDefault="003218D9" w:rsidP="003218D9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- Die Entsprechung der nachgewiesenen Ladezeit unter realitätsnahen Bedingungen gemäß Rechenregel im Anhang 2.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18D9" w:rsidRPr="00E04E96" w:rsidRDefault="003218D9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lastRenderedPageBreak/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18D9" w:rsidRPr="00E04E96" w:rsidRDefault="003218D9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3218D9" w:rsidRPr="00E04E96" w:rsidTr="00E04E96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28" w:type="pct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3218D9" w:rsidRPr="00E04E96" w:rsidRDefault="003218D9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18D9" w:rsidRPr="00E04E96" w:rsidRDefault="003218D9" w:rsidP="00AF36AB">
            <w:pPr>
              <w:tabs>
                <w:tab w:val="right" w:pos="6031"/>
              </w:tabs>
              <w:spacing w:before="20"/>
              <w:ind w:left="360"/>
              <w:jc w:val="right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 xml:space="preserve">Seite </w:t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instrText xml:space="preserve"> FORMTEXT </w:instrText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fldChar w:fldCharType="separate"/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218D9" w:rsidRPr="00E04E96" w:rsidRDefault="003218D9" w:rsidP="003A19F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 xml:space="preserve">Anlage </w:t>
            </w:r>
            <w:r w:rsidR="003A19FB" w:rsidRPr="00E04E96">
              <w:rPr>
                <w:rFonts w:ascii="Verdana" w:hAnsi="Verdan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218D9" w:rsidRPr="00E04E96" w:rsidRDefault="003218D9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805E0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05E0" w:rsidRPr="00E04E96" w:rsidRDefault="00C805E0" w:rsidP="003218D9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3</w:t>
            </w:r>
            <w:r w:rsidR="003218D9" w:rsidRPr="00E04E96">
              <w:rPr>
                <w:rFonts w:ascii="Verdana" w:hAnsi="Verdana"/>
                <w:b/>
                <w:sz w:val="20"/>
                <w:szCs w:val="20"/>
              </w:rPr>
              <w:t>.4.</w:t>
            </w:r>
          </w:p>
        </w:tc>
        <w:tc>
          <w:tcPr>
            <w:tcW w:w="3067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05E0" w:rsidRPr="00E04E96" w:rsidRDefault="003218D9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>Allgemeines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05E0" w:rsidRPr="00E04E96" w:rsidRDefault="00C805E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05E0" w:rsidRPr="00E04E96" w:rsidRDefault="00C805E0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3F063D" w:rsidRPr="00E04E96" w:rsidTr="00E04E96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728" w:type="pct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F063D" w:rsidRPr="00E04E96" w:rsidRDefault="003F063D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F063D" w:rsidRPr="00E04E96" w:rsidRDefault="003F063D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Berechtigung zum Führen des CE-Zeichens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F063D" w:rsidRPr="00E04E96" w:rsidRDefault="003F063D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F063D" w:rsidRPr="00E04E96" w:rsidRDefault="003F063D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3F063D" w:rsidRPr="00E04E96" w:rsidTr="00E04E96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28" w:type="pct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3F063D" w:rsidRPr="00E04E96" w:rsidRDefault="003F063D" w:rsidP="00AF36A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F063D" w:rsidRPr="00E04E96" w:rsidRDefault="003F063D" w:rsidP="00AF36AB">
            <w:pPr>
              <w:tabs>
                <w:tab w:val="right" w:pos="6031"/>
              </w:tabs>
              <w:spacing w:before="20"/>
              <w:ind w:left="36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F063D" w:rsidRPr="00E04E96" w:rsidRDefault="003F063D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 xml:space="preserve">Anlage </w:t>
            </w:r>
            <w:r w:rsidR="003A19FB" w:rsidRPr="00E04E96">
              <w:rPr>
                <w:rFonts w:ascii="Verdana" w:hAnsi="Verdan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F063D" w:rsidRPr="00E04E96" w:rsidRDefault="003F063D" w:rsidP="00AF36A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805E0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05E0" w:rsidRPr="00E04E96" w:rsidRDefault="00FB4D6D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3.5.</w:t>
            </w:r>
          </w:p>
        </w:tc>
        <w:tc>
          <w:tcPr>
            <w:tcW w:w="3067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05E0" w:rsidRPr="00E04E96" w:rsidRDefault="00FB4D6D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Herstellergarantie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05E0" w:rsidRPr="00E04E96" w:rsidRDefault="00C805E0" w:rsidP="003F063D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C805E0" w:rsidRPr="00E04E96" w:rsidRDefault="00C805E0" w:rsidP="003F063D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FB4D6D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FB4D6D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Der Antragsteller erklärt die Einhaltung der Anforderungen nach Vergabegrundlage Abschnitt 3.5. zur Herstellergarantie</w:t>
            </w:r>
            <w:r w:rsidR="00A275A2" w:rsidRPr="00E04E96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732CE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732CE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B4D6D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732CE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732CE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Garantiehinweise in den Produktunterlagen</w:t>
            </w:r>
          </w:p>
        </w:tc>
        <w:tc>
          <w:tcPr>
            <w:tcW w:w="7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732CE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732CE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B4D6D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732CE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732CE">
            <w:pPr>
              <w:tabs>
                <w:tab w:val="right" w:pos="6031"/>
              </w:tabs>
              <w:spacing w:before="20"/>
              <w:ind w:left="360"/>
              <w:jc w:val="right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 xml:space="preserve">Seite </w:t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instrText xml:space="preserve"> FORMTEXT </w:instrText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fldChar w:fldCharType="separate"/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76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A19F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 xml:space="preserve">Anlage </w:t>
            </w:r>
            <w:r w:rsidR="003A19FB" w:rsidRPr="00E04E96">
              <w:rPr>
                <w:rFonts w:ascii="Verdana" w:hAnsi="Verdan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732CE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B4D6D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>3.6.</w:t>
            </w:r>
          </w:p>
        </w:tc>
        <w:tc>
          <w:tcPr>
            <w:tcW w:w="3067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>Anforderungen an Akkumulatoren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FB4D6D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3.6.1</w:t>
            </w:r>
          </w:p>
        </w:tc>
        <w:tc>
          <w:tcPr>
            <w:tcW w:w="3067" w:type="pc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Auswechselbarkeit des Akkumulators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keepNext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keepNext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B4D6D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Der Antragsteller erklärt die Einhaltung der Anforderungen nach Vergabegrundlage Abschnitt 3.6.1. zur Auswechselbarkeit der Akkumulatoren</w:t>
            </w:r>
          </w:p>
        </w:tc>
        <w:tc>
          <w:tcPr>
            <w:tcW w:w="7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keepNext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keepNext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B4D6D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Hinweise zur Auswechselbarkeit der Akkumulatoren in den Produktunterlagen</w:t>
            </w:r>
          </w:p>
        </w:tc>
        <w:tc>
          <w:tcPr>
            <w:tcW w:w="7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keepNext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keepNext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B4D6D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732CE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732CE">
            <w:pPr>
              <w:tabs>
                <w:tab w:val="right" w:pos="6031"/>
              </w:tabs>
              <w:spacing w:before="20"/>
              <w:ind w:left="360"/>
              <w:jc w:val="right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 xml:space="preserve">Seite </w:t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instrText xml:space="preserve"> FORMTEXT </w:instrText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fldChar w:fldCharType="separate"/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76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A19F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 xml:space="preserve">Anlage </w:t>
            </w:r>
            <w:r w:rsidR="003A19FB" w:rsidRPr="00E04E96">
              <w:rPr>
                <w:rFonts w:ascii="Verdana" w:hAnsi="Verdan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732CE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B4D6D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6F7EA3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3.6.2</w:t>
            </w:r>
          </w:p>
        </w:tc>
        <w:tc>
          <w:tcPr>
            <w:tcW w:w="3067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6F7EA3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Verbot cadmiumhaltiger Akkumulatoren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6F7EA3">
            <w:pPr>
              <w:keepNext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6F7EA3">
            <w:pPr>
              <w:keepNext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B4D6D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6F7EA3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6F7EA3">
            <w:pPr>
              <w:keepNext/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Der Antragsteller erklärt die Einhaltung der Anforderungen nach Vergabegrundlage Abschnitt 3.6.2.</w:t>
            </w:r>
          </w:p>
        </w:tc>
        <w:tc>
          <w:tcPr>
            <w:tcW w:w="7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6F7EA3">
            <w:pPr>
              <w:keepNext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6F7EA3">
            <w:pPr>
              <w:keepNext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B4D6D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732CE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261038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Hinweis</w:t>
            </w:r>
            <w:r w:rsidR="00261038" w:rsidRPr="00E04E96">
              <w:rPr>
                <w:rFonts w:ascii="Verdana" w:hAnsi="Verdana"/>
                <w:sz w:val="20"/>
                <w:szCs w:val="20"/>
              </w:rPr>
              <w:t xml:space="preserve"> auf den Einsatz cadmiumfreier Ersatzakkumulatoren</w:t>
            </w:r>
            <w:r w:rsidRPr="00E04E96">
              <w:rPr>
                <w:rFonts w:ascii="Verdana" w:hAnsi="Verdana"/>
                <w:sz w:val="20"/>
                <w:szCs w:val="20"/>
              </w:rPr>
              <w:t xml:space="preserve"> in den Produktunterlagen</w:t>
            </w:r>
          </w:p>
        </w:tc>
        <w:tc>
          <w:tcPr>
            <w:tcW w:w="7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732CE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732CE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B4D6D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732CE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732CE">
            <w:pPr>
              <w:tabs>
                <w:tab w:val="right" w:pos="6031"/>
              </w:tabs>
              <w:spacing w:before="20"/>
              <w:ind w:left="360"/>
              <w:jc w:val="right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 xml:space="preserve">Seite </w:t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instrText xml:space="preserve"> FORMTEXT </w:instrText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fldChar w:fldCharType="separate"/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76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A19F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 xml:space="preserve">Anlage </w:t>
            </w:r>
            <w:r w:rsidR="003A19FB" w:rsidRPr="00E04E96">
              <w:rPr>
                <w:rFonts w:ascii="Verdana" w:hAnsi="Verdan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732CE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B4D6D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FB4D6D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3.6.3</w:t>
            </w:r>
          </w:p>
        </w:tc>
        <w:tc>
          <w:tcPr>
            <w:tcW w:w="3067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732CE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bookmarkStart w:id="8" w:name="_Toc308781266"/>
            <w:r w:rsidRPr="00E04E96">
              <w:rPr>
                <w:rFonts w:ascii="Verdana" w:hAnsi="Verdana"/>
                <w:b/>
                <w:sz w:val="20"/>
                <w:szCs w:val="20"/>
              </w:rPr>
              <w:t>Sicherheitsmaßnahmen zum Schutz des Akkumulators und externer Endgeräte</w:t>
            </w:r>
            <w:bookmarkEnd w:id="8"/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732CE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732CE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B4D6D" w:rsidRPr="00E04E96" w:rsidTr="00E04E96">
        <w:tblPrEx>
          <w:tblCellMar>
            <w:top w:w="0" w:type="dxa"/>
            <w:bottom w:w="0" w:type="dxa"/>
          </w:tblCellMar>
        </w:tblPrEx>
        <w:trPr>
          <w:trHeight w:val="637"/>
        </w:trPr>
        <w:tc>
          <w:tcPr>
            <w:tcW w:w="7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732CE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FB4D6D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Der Antragsteller erklärt die Einhaltung der Anforderungen nach Vergabegrundlage Abschnitt 3.6.3. zu Sicherheitsmaßnahmen</w:t>
            </w:r>
            <w:r w:rsidR="00A275A2" w:rsidRPr="00E04E96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6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732CE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732CE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56FC4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56FC4" w:rsidRPr="00E04E96" w:rsidRDefault="00B56FC4" w:rsidP="003732CE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3.6.4</w:t>
            </w:r>
          </w:p>
        </w:tc>
        <w:tc>
          <w:tcPr>
            <w:tcW w:w="3067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56FC4" w:rsidRPr="00E04E96" w:rsidRDefault="00B56FC4" w:rsidP="003732CE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Entsorgungshinweise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56FC4" w:rsidRPr="00E04E96" w:rsidRDefault="00B56FC4" w:rsidP="003732CE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56FC4" w:rsidRPr="00E04E96" w:rsidRDefault="00B56FC4" w:rsidP="003732CE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56FC4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56FC4" w:rsidRPr="00E04E96" w:rsidRDefault="00B56FC4" w:rsidP="003732CE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56FC4" w:rsidRPr="00E04E96" w:rsidRDefault="00B56FC4" w:rsidP="00B56FC4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Der Antragsteller erklärt die Einhaltung der Anforderungen nach Vergabegrundlage Abschnitt 3.6.4.</w:t>
            </w:r>
            <w:r w:rsidR="00A275A2" w:rsidRPr="00E04E96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56FC4" w:rsidRPr="00E04E96" w:rsidRDefault="00B56FC4" w:rsidP="003732CE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56FC4" w:rsidRPr="00E04E96" w:rsidRDefault="00B56FC4" w:rsidP="003732CE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56FC4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56FC4" w:rsidRPr="00E04E96" w:rsidRDefault="00B56FC4" w:rsidP="003732CE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56FC4" w:rsidRPr="00E04E96" w:rsidRDefault="00B56FC4" w:rsidP="003732CE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Entsorgungshinweise in den Produktunterlagen</w:t>
            </w:r>
          </w:p>
        </w:tc>
        <w:tc>
          <w:tcPr>
            <w:tcW w:w="7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56FC4" w:rsidRPr="00E04E96" w:rsidRDefault="00B56FC4" w:rsidP="003732CE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56FC4" w:rsidRPr="00E04E96" w:rsidRDefault="00B56FC4" w:rsidP="003732CE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56FC4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56FC4" w:rsidRPr="00E04E96" w:rsidRDefault="00B56FC4" w:rsidP="003732CE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56FC4" w:rsidRPr="00E04E96" w:rsidRDefault="00B56FC4" w:rsidP="003732CE">
            <w:pPr>
              <w:tabs>
                <w:tab w:val="right" w:pos="6031"/>
              </w:tabs>
              <w:spacing w:before="20"/>
              <w:ind w:left="360"/>
              <w:jc w:val="right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 xml:space="preserve">Seite </w:t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instrText xml:space="preserve"> FORMTEXT </w:instrText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fldChar w:fldCharType="separate"/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="00AC6B09" w:rsidRPr="00E04E96">
              <w:rPr>
                <w:rFonts w:ascii="Verdana" w:hAnsi="Verdana"/>
                <w:noProof/>
                <w:sz w:val="20"/>
                <w:szCs w:val="20"/>
                <w:u w:val="single"/>
              </w:rPr>
              <w:t> </w:t>
            </w:r>
            <w:r w:rsidRPr="00E04E96">
              <w:rPr>
                <w:rFonts w:ascii="Verdana" w:hAnsi="Verdana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7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56FC4" w:rsidRPr="00E04E96" w:rsidRDefault="00B56FC4" w:rsidP="003A19FB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 xml:space="preserve">Anlage </w:t>
            </w:r>
            <w:r w:rsidR="003A19FB" w:rsidRPr="00E04E96">
              <w:rPr>
                <w:rFonts w:ascii="Verdana" w:hAnsi="Verdan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56FC4" w:rsidRPr="00E04E96" w:rsidRDefault="00B56FC4" w:rsidP="003732CE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B4D6D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3.</w:t>
            </w:r>
            <w:r w:rsidR="00B56FC4" w:rsidRPr="00E04E96">
              <w:rPr>
                <w:rFonts w:ascii="Verdana" w:hAnsi="Verdana"/>
                <w:b/>
                <w:sz w:val="20"/>
                <w:szCs w:val="20"/>
              </w:rPr>
              <w:t>7</w:t>
            </w:r>
          </w:p>
        </w:tc>
        <w:tc>
          <w:tcPr>
            <w:tcW w:w="3067" w:type="pc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7D1998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 xml:space="preserve">Materialanforderungen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FD020A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B4D6D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widowControl w:val="0"/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3.</w:t>
            </w:r>
            <w:r w:rsidR="00B56FC4" w:rsidRPr="00E04E96">
              <w:rPr>
                <w:rFonts w:ascii="Verdana" w:hAnsi="Verdana"/>
                <w:b/>
                <w:sz w:val="20"/>
                <w:szCs w:val="20"/>
              </w:rPr>
              <w:t>7</w:t>
            </w:r>
            <w:r w:rsidRPr="00E04E96">
              <w:rPr>
                <w:rFonts w:ascii="Verdana" w:hAnsi="Verdana"/>
                <w:b/>
                <w:sz w:val="20"/>
                <w:szCs w:val="20"/>
              </w:rPr>
              <w:t>.1</w:t>
            </w:r>
          </w:p>
        </w:tc>
        <w:tc>
          <w:tcPr>
            <w:tcW w:w="3067" w:type="pc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3624E0" w:rsidRPr="00E04E96" w:rsidRDefault="00FB4D6D" w:rsidP="003624E0">
            <w:pPr>
              <w:widowControl w:val="0"/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Materialanforderungen an die Kunststoffe der Gehäuse und Gehäuseteile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widowControl w:val="0"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widowControl w:val="0"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B4D6D" w:rsidRPr="00E04E96" w:rsidTr="00E04E96">
        <w:tblPrEx>
          <w:tblCellMar>
            <w:top w:w="0" w:type="dxa"/>
            <w:bottom w:w="0" w:type="dxa"/>
          </w:tblCellMar>
        </w:tblPrEx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widowControl w:val="0"/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widowControl w:val="0"/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Der Antragsteller erklärt die Einhaltung aller Anforderung gemäß Vergabegrundlage Abschnitt 3.</w:t>
            </w:r>
            <w:r w:rsidR="00B56FC4" w:rsidRPr="00E04E96">
              <w:rPr>
                <w:rFonts w:ascii="Verdana" w:hAnsi="Verdana"/>
                <w:sz w:val="20"/>
                <w:szCs w:val="20"/>
              </w:rPr>
              <w:t>7</w:t>
            </w:r>
            <w:r w:rsidRPr="00E04E96">
              <w:rPr>
                <w:rFonts w:ascii="Verdana" w:hAnsi="Verdana"/>
                <w:sz w:val="20"/>
                <w:szCs w:val="20"/>
              </w:rPr>
              <w:t>.1.</w:t>
            </w:r>
          </w:p>
        </w:tc>
        <w:tc>
          <w:tcPr>
            <w:tcW w:w="7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widowControl w:val="0"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widowControl w:val="0"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B4D6D" w:rsidRPr="00E04E96" w:rsidTr="00E04E96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widowControl w:val="0"/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widowControl w:val="0"/>
              <w:tabs>
                <w:tab w:val="right" w:pos="6031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Die Herstellererklärung über Kunststoffmaterialien liegt bei.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widowControl w:val="0"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widowControl w:val="0"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B4D6D" w:rsidRPr="00E04E96" w:rsidTr="00E04E96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widowControl w:val="0"/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widowControl w:val="0"/>
              <w:tabs>
                <w:tab w:val="right" w:pos="6031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widowControl w:val="0"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>Anlage 2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widowControl w:val="0"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B4D6D" w:rsidRPr="00E04E96" w:rsidTr="00E04E96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B4D6D" w:rsidRPr="00E04E96" w:rsidRDefault="00FB4D6D" w:rsidP="003624E0">
            <w:pPr>
              <w:widowControl w:val="0"/>
              <w:tabs>
                <w:tab w:val="left" w:pos="7938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4D6D" w:rsidRPr="00E04E96" w:rsidRDefault="00FB4D6D" w:rsidP="003624E0">
            <w:pPr>
              <w:widowControl w:val="0"/>
              <w:tabs>
                <w:tab w:val="left" w:pos="7938"/>
              </w:tabs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 xml:space="preserve">Die chemische Bezeichnung der eingesetzten Flammschutzmittel </w:t>
            </w:r>
            <w:r w:rsidRPr="00E04E96">
              <w:rPr>
                <w:rFonts w:ascii="Verdana" w:hAnsi="Verdana"/>
                <w:sz w:val="20"/>
                <w:szCs w:val="20"/>
              </w:rPr>
              <w:br/>
            </w:r>
            <w:r w:rsidRPr="00E04E96">
              <w:rPr>
                <w:rFonts w:ascii="Verdana" w:hAnsi="Verdana"/>
                <w:sz w:val="20"/>
                <w:szCs w:val="20"/>
              </w:rPr>
              <w:lastRenderedPageBreak/>
              <w:t>(CAS-Nr.) wird vertraulich an die RAL gGmbH übermittelt.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B4D6D" w:rsidRPr="00E04E96" w:rsidRDefault="00FB4D6D" w:rsidP="003624E0">
            <w:pPr>
              <w:widowControl w:val="0"/>
              <w:tabs>
                <w:tab w:val="left" w:pos="7938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lastRenderedPageBreak/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B4D6D" w:rsidRPr="00E04E96" w:rsidRDefault="00FB4D6D" w:rsidP="003624E0">
            <w:pPr>
              <w:widowControl w:val="0"/>
              <w:tabs>
                <w:tab w:val="left" w:pos="7938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08179E" w:rsidRPr="00E04E96" w:rsidTr="00E04E96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28" w:type="pct"/>
            <w:tcBorders>
              <w:top w:val="nil"/>
              <w:left w:val="single" w:sz="6" w:space="0" w:color="auto"/>
              <w:bottom w:val="single" w:sz="8" w:space="0" w:color="auto"/>
              <w:right w:val="nil"/>
            </w:tcBorders>
          </w:tcPr>
          <w:p w:rsidR="0008179E" w:rsidRPr="00E04E96" w:rsidRDefault="0008179E" w:rsidP="003624E0">
            <w:pPr>
              <w:widowControl w:val="0"/>
              <w:tabs>
                <w:tab w:val="left" w:pos="7938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08179E" w:rsidRPr="00E04E96" w:rsidRDefault="0008179E" w:rsidP="003624E0">
            <w:pPr>
              <w:widowControl w:val="0"/>
              <w:tabs>
                <w:tab w:val="left" w:pos="7938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</w:tcPr>
          <w:p w:rsidR="0008179E" w:rsidRPr="00E04E96" w:rsidRDefault="0008179E" w:rsidP="003624E0">
            <w:pPr>
              <w:widowControl w:val="0"/>
              <w:tabs>
                <w:tab w:val="left" w:pos="7938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 xml:space="preserve">Anlage </w:t>
            </w:r>
            <w:r w:rsidR="003A19FB" w:rsidRPr="00E04E96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</w:tcPr>
          <w:p w:rsidR="0008179E" w:rsidRPr="00E04E96" w:rsidRDefault="0008179E" w:rsidP="003624E0">
            <w:pPr>
              <w:widowControl w:val="0"/>
              <w:tabs>
                <w:tab w:val="left" w:pos="7938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B4D6D" w:rsidRPr="00E04E96" w:rsidTr="00E04E96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widowControl w:val="0"/>
              <w:tabs>
                <w:tab w:val="left" w:pos="7938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3.</w:t>
            </w:r>
            <w:r w:rsidR="00B56FC4" w:rsidRPr="00E04E96">
              <w:rPr>
                <w:rFonts w:ascii="Verdana" w:hAnsi="Verdana"/>
                <w:b/>
                <w:sz w:val="20"/>
                <w:szCs w:val="20"/>
              </w:rPr>
              <w:t>7</w:t>
            </w:r>
            <w:r w:rsidRPr="00E04E96">
              <w:rPr>
                <w:rFonts w:ascii="Verdana" w:hAnsi="Verdana"/>
                <w:b/>
                <w:sz w:val="20"/>
                <w:szCs w:val="20"/>
              </w:rPr>
              <w:t>.2</w:t>
            </w: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widowControl w:val="0"/>
              <w:tabs>
                <w:tab w:val="right" w:pos="6031"/>
              </w:tabs>
              <w:spacing w:before="20"/>
              <w:rPr>
                <w:rFonts w:ascii="Verdana" w:hAnsi="Verdana"/>
                <w:b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sz w:val="20"/>
                <w:szCs w:val="20"/>
              </w:rPr>
              <w:t>Sonstige Materialanforderungen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widowControl w:val="0"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widowControl w:val="0"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B4D6D" w:rsidRPr="00E04E96" w:rsidTr="00E04E96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widowControl w:val="0"/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widowControl w:val="0"/>
              <w:tabs>
                <w:tab w:val="right" w:pos="6031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Der Antragsteller erklärt, dass dem Trägermaterial der Leiterplatten keine</w:t>
            </w:r>
            <w:r w:rsidR="00B56FC4" w:rsidRPr="00E04E96">
              <w:rPr>
                <w:rFonts w:ascii="Verdana" w:hAnsi="Verdana"/>
                <w:sz w:val="20"/>
                <w:szCs w:val="20"/>
              </w:rPr>
              <w:t xml:space="preserve"> PBB, PBDE oder</w:t>
            </w:r>
            <w:r w:rsidRPr="00E04E96">
              <w:rPr>
                <w:rFonts w:ascii="Verdana" w:hAnsi="Verdana"/>
                <w:sz w:val="20"/>
                <w:szCs w:val="20"/>
              </w:rPr>
              <w:t xml:space="preserve"> Chlorparaffine zugesetzt sind.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widowControl w:val="0"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FB4D6D" w:rsidRPr="00E04E96" w:rsidRDefault="00FB4D6D" w:rsidP="003624E0">
            <w:pPr>
              <w:widowControl w:val="0"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56FC4" w:rsidRPr="00E04E96" w:rsidTr="00E04E96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28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56FC4" w:rsidRPr="00E04E96" w:rsidRDefault="00B56FC4" w:rsidP="003624E0">
            <w:pPr>
              <w:widowControl w:val="0"/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56FC4" w:rsidRPr="00E04E96" w:rsidRDefault="00B56FC4" w:rsidP="003624E0">
            <w:pPr>
              <w:widowControl w:val="0"/>
              <w:tabs>
                <w:tab w:val="right" w:pos="6031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t>Die Erklärung der Leiterplattenhersteller liegt bei</w:t>
            </w:r>
            <w:r w:rsidR="00A275A2" w:rsidRPr="00E04E96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56FC4" w:rsidRPr="00E04E96" w:rsidRDefault="00B56FC4" w:rsidP="003624E0">
            <w:pPr>
              <w:widowControl w:val="0"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56FC4" w:rsidRPr="00E04E96" w:rsidRDefault="00B56FC4" w:rsidP="003624E0">
            <w:pPr>
              <w:widowControl w:val="0"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E96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54508" w:rsidRPr="00E04E96">
              <w:rPr>
                <w:rFonts w:ascii="Verdana" w:hAnsi="Verdana"/>
                <w:sz w:val="20"/>
                <w:szCs w:val="20"/>
              </w:rPr>
            </w:r>
            <w:r w:rsidRPr="00E04E9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56FC4" w:rsidRPr="00E04E96" w:rsidTr="00E04E96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28" w:type="pct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B56FC4" w:rsidRPr="00E04E96" w:rsidRDefault="00B56FC4" w:rsidP="003624E0">
            <w:pPr>
              <w:widowControl w:val="0"/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6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56FC4" w:rsidRPr="00E04E96" w:rsidRDefault="00B56FC4" w:rsidP="003624E0">
            <w:pPr>
              <w:widowControl w:val="0"/>
              <w:tabs>
                <w:tab w:val="right" w:pos="6031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56FC4" w:rsidRPr="00E04E96" w:rsidRDefault="00B56FC4" w:rsidP="003624E0">
            <w:pPr>
              <w:widowControl w:val="0"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  <w:r w:rsidRPr="00E04E96">
              <w:rPr>
                <w:rFonts w:ascii="Verdana" w:hAnsi="Verdana"/>
                <w:b/>
                <w:bCs/>
                <w:sz w:val="20"/>
                <w:szCs w:val="20"/>
              </w:rPr>
              <w:t xml:space="preserve">Anlage </w:t>
            </w:r>
            <w:r w:rsidR="003A19FB" w:rsidRPr="00E04E96">
              <w:rPr>
                <w:rFonts w:ascii="Verdana" w:hAnsi="Verdan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56FC4" w:rsidRPr="00E04E96" w:rsidRDefault="00B56FC4" w:rsidP="003624E0">
            <w:pPr>
              <w:widowControl w:val="0"/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CD51B1" w:rsidRPr="00E04E96" w:rsidRDefault="00CD51B1" w:rsidP="00CD51B1">
      <w:pPr>
        <w:rPr>
          <w:rFonts w:ascii="Verdana" w:hAnsi="Verdana"/>
          <w:sz w:val="20"/>
          <w:szCs w:val="20"/>
        </w:rPr>
      </w:pPr>
    </w:p>
    <w:p w:rsidR="00CD51B1" w:rsidRPr="00E04E96" w:rsidRDefault="00CD51B1" w:rsidP="0072344C">
      <w:pPr>
        <w:tabs>
          <w:tab w:val="left" w:pos="7938"/>
        </w:tabs>
        <w:rPr>
          <w:rFonts w:ascii="Verdana" w:hAnsi="Verdana"/>
          <w:sz w:val="20"/>
          <w:szCs w:val="20"/>
        </w:rPr>
      </w:pPr>
      <w:r w:rsidRPr="00E04E96">
        <w:rPr>
          <w:rFonts w:ascii="Verdana" w:hAnsi="Verdana"/>
          <w:b/>
          <w:bCs/>
          <w:sz w:val="20"/>
          <w:szCs w:val="20"/>
          <w:u w:val="single"/>
        </w:rPr>
        <w:t xml:space="preserve">Anlagen zum Vertrag nach </w:t>
      </w:r>
      <w:r w:rsidR="00E04E96">
        <w:rPr>
          <w:rFonts w:ascii="Verdana" w:hAnsi="Verdana"/>
          <w:b/>
          <w:bCs/>
          <w:sz w:val="20"/>
          <w:szCs w:val="20"/>
          <w:u w:val="single"/>
        </w:rPr>
        <w:t>DE</w:t>
      </w:r>
      <w:r w:rsidRPr="00E04E96">
        <w:rPr>
          <w:rFonts w:ascii="Verdana" w:hAnsi="Verdana"/>
          <w:b/>
          <w:bCs/>
          <w:sz w:val="20"/>
          <w:szCs w:val="20"/>
          <w:u w:val="single"/>
        </w:rPr>
        <w:t xml:space="preserve">-UZ </w:t>
      </w:r>
      <w:r w:rsidR="00DC469D" w:rsidRPr="00E04E96">
        <w:rPr>
          <w:rFonts w:ascii="Verdana" w:hAnsi="Verdana"/>
          <w:b/>
          <w:bCs/>
          <w:sz w:val="20"/>
          <w:szCs w:val="20"/>
          <w:u w:val="single"/>
        </w:rPr>
        <w:t>116</w:t>
      </w:r>
    </w:p>
    <w:p w:rsidR="002E291B" w:rsidRPr="00E04E96" w:rsidRDefault="002E291B" w:rsidP="00CD51B1">
      <w:pPr>
        <w:tabs>
          <w:tab w:val="left" w:pos="7938"/>
        </w:tabs>
        <w:rPr>
          <w:rFonts w:ascii="Verdana" w:hAnsi="Verdana"/>
          <w:sz w:val="20"/>
          <w:szCs w:val="20"/>
        </w:rPr>
      </w:pPr>
    </w:p>
    <w:p w:rsidR="00CD51B1" w:rsidRPr="00E04E96" w:rsidRDefault="00CD51B1" w:rsidP="00CD51B1">
      <w:pPr>
        <w:tabs>
          <w:tab w:val="left" w:pos="7938"/>
        </w:tabs>
        <w:rPr>
          <w:rFonts w:ascii="Verdana" w:hAnsi="Verdana"/>
          <w:sz w:val="20"/>
          <w:szCs w:val="20"/>
        </w:rPr>
      </w:pPr>
      <w:r w:rsidRPr="00E04E96">
        <w:rPr>
          <w:rFonts w:ascii="Verdana" w:hAnsi="Verdana"/>
          <w:sz w:val="20"/>
          <w:szCs w:val="20"/>
        </w:rPr>
        <w:t xml:space="preserve">Bitte benutzen Sie den vorliegenden Vordruck der Anlage 1 zum Vertrag nach </w:t>
      </w:r>
      <w:r w:rsidR="00E04E96">
        <w:rPr>
          <w:rFonts w:ascii="Verdana" w:hAnsi="Verdana"/>
          <w:sz w:val="20"/>
          <w:szCs w:val="20"/>
        </w:rPr>
        <w:t>DE</w:t>
      </w:r>
      <w:r w:rsidRPr="00E04E96">
        <w:rPr>
          <w:rFonts w:ascii="Verdana" w:hAnsi="Verdana"/>
          <w:sz w:val="20"/>
          <w:szCs w:val="20"/>
        </w:rPr>
        <w:t xml:space="preserve">-UZ </w:t>
      </w:r>
      <w:r w:rsidR="00DC469D" w:rsidRPr="00E04E96">
        <w:rPr>
          <w:rFonts w:ascii="Verdana" w:hAnsi="Verdana"/>
          <w:sz w:val="20"/>
          <w:szCs w:val="20"/>
        </w:rPr>
        <w:t>116</w:t>
      </w:r>
      <w:r w:rsidRPr="00E04E96">
        <w:rPr>
          <w:rFonts w:ascii="Verdana" w:hAnsi="Verdana"/>
          <w:sz w:val="20"/>
          <w:szCs w:val="20"/>
        </w:rPr>
        <w:t>.</w:t>
      </w:r>
    </w:p>
    <w:p w:rsidR="00CD51B1" w:rsidRPr="00E04E96" w:rsidRDefault="00CD51B1" w:rsidP="00CD51B1">
      <w:pPr>
        <w:tabs>
          <w:tab w:val="left" w:pos="7938"/>
        </w:tabs>
        <w:rPr>
          <w:rFonts w:ascii="Verdana" w:hAnsi="Verdana"/>
          <w:sz w:val="20"/>
          <w:szCs w:val="20"/>
        </w:rPr>
      </w:pPr>
    </w:p>
    <w:p w:rsidR="00CD51B1" w:rsidRPr="00E04E96" w:rsidRDefault="00CD51B1" w:rsidP="00CD51B1">
      <w:pPr>
        <w:tabs>
          <w:tab w:val="left" w:pos="7938"/>
        </w:tabs>
        <w:spacing w:after="120"/>
        <w:rPr>
          <w:rFonts w:ascii="Verdana" w:hAnsi="Verdana"/>
          <w:sz w:val="20"/>
          <w:szCs w:val="20"/>
        </w:rPr>
      </w:pPr>
      <w:r w:rsidRPr="00E04E96">
        <w:rPr>
          <w:rFonts w:ascii="Verdana" w:hAnsi="Verdana"/>
          <w:sz w:val="20"/>
          <w:szCs w:val="20"/>
        </w:rPr>
        <w:t xml:space="preserve">Die nachstehenden Anlagen 2 bis Anlage </w:t>
      </w:r>
      <w:r w:rsidR="003A19FB" w:rsidRPr="00E04E96">
        <w:rPr>
          <w:rFonts w:ascii="Verdana" w:hAnsi="Verdana"/>
          <w:sz w:val="20"/>
          <w:szCs w:val="20"/>
        </w:rPr>
        <w:t>7</w:t>
      </w:r>
      <w:r w:rsidRPr="00E04E96">
        <w:rPr>
          <w:rFonts w:ascii="Verdana" w:hAnsi="Verdana"/>
          <w:sz w:val="20"/>
          <w:szCs w:val="20"/>
        </w:rPr>
        <w:t xml:space="preserve"> sind den Antragsunterlagen beizulegen:</w:t>
      </w:r>
    </w:p>
    <w:p w:rsidR="00E41019" w:rsidRPr="00E04E96" w:rsidRDefault="00E41019" w:rsidP="00E4101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rPr>
          <w:rFonts w:ascii="Verdana" w:hAnsi="Verdana"/>
          <w:sz w:val="20"/>
          <w:szCs w:val="20"/>
        </w:rPr>
      </w:pPr>
      <w:r w:rsidRPr="00E04E96">
        <w:rPr>
          <w:rFonts w:ascii="Verdana" w:hAnsi="Verdana"/>
          <w:sz w:val="20"/>
          <w:szCs w:val="20"/>
        </w:rPr>
        <w:t xml:space="preserve">Anlage </w:t>
      </w:r>
      <w:r w:rsidR="00FD0246" w:rsidRPr="00E04E96">
        <w:rPr>
          <w:rFonts w:ascii="Verdana" w:hAnsi="Verdana"/>
          <w:sz w:val="20"/>
          <w:szCs w:val="20"/>
        </w:rPr>
        <w:t>2</w:t>
      </w:r>
      <w:r w:rsidRPr="00E04E96">
        <w:rPr>
          <w:rFonts w:ascii="Verdana" w:hAnsi="Verdana"/>
          <w:sz w:val="20"/>
          <w:szCs w:val="20"/>
        </w:rPr>
        <w:t>:</w:t>
      </w:r>
      <w:r w:rsidRPr="00E04E96">
        <w:rPr>
          <w:rFonts w:ascii="Verdana" w:hAnsi="Verdana"/>
          <w:sz w:val="20"/>
          <w:szCs w:val="20"/>
        </w:rPr>
        <w:tab/>
        <w:t>Hersteller-</w:t>
      </w:r>
      <w:r w:rsidR="00FD0246" w:rsidRPr="00E04E96">
        <w:rPr>
          <w:rFonts w:ascii="Verdana" w:hAnsi="Verdana"/>
          <w:sz w:val="20"/>
          <w:szCs w:val="20"/>
        </w:rPr>
        <w:t>/Lieferanten-</w:t>
      </w:r>
      <w:r w:rsidRPr="00E04E96">
        <w:rPr>
          <w:rFonts w:ascii="Verdana" w:hAnsi="Verdana"/>
          <w:sz w:val="20"/>
          <w:szCs w:val="20"/>
        </w:rPr>
        <w:t>Erklärung über Kunststoffmaterialien (Vordruck)</w:t>
      </w:r>
    </w:p>
    <w:p w:rsidR="003A19FB" w:rsidRPr="00E04E96" w:rsidRDefault="00105A5B" w:rsidP="003A19FB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line="288" w:lineRule="auto"/>
        <w:rPr>
          <w:rFonts w:ascii="Verdana" w:hAnsi="Verdana"/>
          <w:sz w:val="20"/>
          <w:szCs w:val="20"/>
        </w:rPr>
      </w:pPr>
      <w:r w:rsidRPr="00E04E96">
        <w:rPr>
          <w:rFonts w:ascii="Verdana" w:hAnsi="Verdana"/>
          <w:sz w:val="20"/>
          <w:szCs w:val="20"/>
        </w:rPr>
        <w:t xml:space="preserve">Anlage 3 </w:t>
      </w:r>
      <w:r w:rsidRPr="00E04E96">
        <w:rPr>
          <w:rFonts w:ascii="Verdana" w:hAnsi="Verdana"/>
          <w:sz w:val="20"/>
          <w:szCs w:val="20"/>
        </w:rPr>
        <w:tab/>
      </w:r>
      <w:r w:rsidR="003A19FB" w:rsidRPr="00E04E96">
        <w:rPr>
          <w:rFonts w:ascii="Verdana" w:hAnsi="Verdana"/>
          <w:sz w:val="20"/>
          <w:szCs w:val="20"/>
        </w:rPr>
        <w:t xml:space="preserve">Erklärung über die chemische Bezeichnung der eingesetzten </w:t>
      </w:r>
    </w:p>
    <w:p w:rsidR="00105A5B" w:rsidRPr="00E04E96" w:rsidRDefault="003A19FB" w:rsidP="003A19FB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line="288" w:lineRule="auto"/>
        <w:ind w:firstLine="1418"/>
        <w:rPr>
          <w:rFonts w:ascii="Verdana" w:hAnsi="Verdana"/>
          <w:sz w:val="20"/>
          <w:szCs w:val="20"/>
        </w:rPr>
      </w:pPr>
      <w:r w:rsidRPr="00E04E96">
        <w:rPr>
          <w:rFonts w:ascii="Verdana" w:hAnsi="Verdana"/>
          <w:sz w:val="20"/>
          <w:szCs w:val="20"/>
        </w:rPr>
        <w:t>Flammschutzmittel (CAS-Nr.)</w:t>
      </w:r>
    </w:p>
    <w:p w:rsidR="0008179E" w:rsidRPr="00E04E96" w:rsidRDefault="0008179E" w:rsidP="00FD0246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rPr>
          <w:rFonts w:ascii="Verdana" w:hAnsi="Verdana"/>
          <w:sz w:val="20"/>
          <w:szCs w:val="20"/>
        </w:rPr>
      </w:pPr>
      <w:r w:rsidRPr="00E04E96">
        <w:rPr>
          <w:rFonts w:ascii="Verdana" w:hAnsi="Verdana"/>
          <w:sz w:val="20"/>
          <w:szCs w:val="20"/>
        </w:rPr>
        <w:t>Anlage 4:</w:t>
      </w:r>
      <w:r w:rsidRPr="00E04E96">
        <w:rPr>
          <w:rFonts w:ascii="Verdana" w:hAnsi="Verdana"/>
          <w:sz w:val="20"/>
          <w:szCs w:val="20"/>
        </w:rPr>
        <w:tab/>
        <w:t>Berechtigung zum Führen des CE-Zeichens</w:t>
      </w:r>
    </w:p>
    <w:p w:rsidR="00FD0246" w:rsidRPr="00E04E96" w:rsidRDefault="00FD0246" w:rsidP="00FD0246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rPr>
          <w:rFonts w:ascii="Verdana" w:hAnsi="Verdana"/>
          <w:sz w:val="20"/>
          <w:szCs w:val="20"/>
        </w:rPr>
      </w:pPr>
      <w:r w:rsidRPr="00E04E96">
        <w:rPr>
          <w:rFonts w:ascii="Verdana" w:hAnsi="Verdana"/>
          <w:sz w:val="20"/>
          <w:szCs w:val="20"/>
        </w:rPr>
        <w:t xml:space="preserve">Anlage </w:t>
      </w:r>
      <w:r w:rsidR="0008179E" w:rsidRPr="00E04E96">
        <w:rPr>
          <w:rFonts w:ascii="Verdana" w:hAnsi="Verdana"/>
          <w:sz w:val="20"/>
          <w:szCs w:val="20"/>
        </w:rPr>
        <w:t>5</w:t>
      </w:r>
      <w:r w:rsidRPr="00E04E96">
        <w:rPr>
          <w:rFonts w:ascii="Verdana" w:hAnsi="Verdana"/>
          <w:sz w:val="20"/>
          <w:szCs w:val="20"/>
        </w:rPr>
        <w:t>:</w:t>
      </w:r>
      <w:r w:rsidRPr="00E04E96">
        <w:rPr>
          <w:rFonts w:ascii="Verdana" w:hAnsi="Verdana"/>
          <w:sz w:val="20"/>
          <w:szCs w:val="20"/>
        </w:rPr>
        <w:tab/>
      </w:r>
      <w:r w:rsidR="00B6143B" w:rsidRPr="00E04E96">
        <w:rPr>
          <w:rFonts w:ascii="Verdana" w:hAnsi="Verdana"/>
          <w:sz w:val="20"/>
          <w:szCs w:val="20"/>
        </w:rPr>
        <w:t>Vorlage der entsprechenden Seiten der Bedienungsanleitung</w:t>
      </w:r>
    </w:p>
    <w:p w:rsidR="00E41019" w:rsidRPr="00E04E96" w:rsidRDefault="00E41019" w:rsidP="00E4101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rPr>
          <w:rFonts w:ascii="Verdana" w:hAnsi="Verdana"/>
          <w:sz w:val="20"/>
          <w:szCs w:val="20"/>
        </w:rPr>
      </w:pPr>
      <w:r w:rsidRPr="00E04E96">
        <w:rPr>
          <w:rFonts w:ascii="Verdana" w:hAnsi="Verdana"/>
          <w:sz w:val="20"/>
          <w:szCs w:val="20"/>
        </w:rPr>
        <w:t xml:space="preserve">Anlage </w:t>
      </w:r>
      <w:r w:rsidR="0008179E" w:rsidRPr="00E04E96">
        <w:rPr>
          <w:rFonts w:ascii="Verdana" w:hAnsi="Verdana"/>
          <w:sz w:val="20"/>
          <w:szCs w:val="20"/>
        </w:rPr>
        <w:t>6</w:t>
      </w:r>
      <w:r w:rsidRPr="00E04E96">
        <w:rPr>
          <w:rFonts w:ascii="Verdana" w:hAnsi="Verdana"/>
          <w:sz w:val="20"/>
          <w:szCs w:val="20"/>
        </w:rPr>
        <w:t>:</w:t>
      </w:r>
      <w:r w:rsidRPr="00E04E96">
        <w:rPr>
          <w:rFonts w:ascii="Verdana" w:hAnsi="Verdana"/>
          <w:sz w:val="20"/>
          <w:szCs w:val="20"/>
        </w:rPr>
        <w:tab/>
      </w:r>
      <w:r w:rsidR="00B56FC4" w:rsidRPr="00E04E96">
        <w:rPr>
          <w:rFonts w:ascii="Verdana" w:hAnsi="Verdana"/>
          <w:sz w:val="20"/>
          <w:szCs w:val="20"/>
        </w:rPr>
        <w:t>Erklärung des Leiterplattenherstellers oder -lieferanten</w:t>
      </w:r>
    </w:p>
    <w:p w:rsidR="0019712A" w:rsidRPr="00E04E96" w:rsidRDefault="00E41019" w:rsidP="00D44C3F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line="288" w:lineRule="auto"/>
        <w:rPr>
          <w:rFonts w:ascii="Verdana" w:hAnsi="Verdana"/>
          <w:sz w:val="20"/>
          <w:szCs w:val="20"/>
        </w:rPr>
      </w:pPr>
      <w:r w:rsidRPr="00E04E96">
        <w:rPr>
          <w:rFonts w:ascii="Verdana" w:hAnsi="Verdana"/>
          <w:sz w:val="20"/>
          <w:szCs w:val="20"/>
        </w:rPr>
        <w:t xml:space="preserve">Anlage </w:t>
      </w:r>
      <w:r w:rsidR="0008179E" w:rsidRPr="00E04E96">
        <w:rPr>
          <w:rFonts w:ascii="Verdana" w:hAnsi="Verdana"/>
          <w:sz w:val="20"/>
          <w:szCs w:val="20"/>
        </w:rPr>
        <w:t>7</w:t>
      </w:r>
      <w:r w:rsidRPr="00E04E96">
        <w:rPr>
          <w:rFonts w:ascii="Verdana" w:hAnsi="Verdana"/>
          <w:sz w:val="20"/>
          <w:szCs w:val="20"/>
        </w:rPr>
        <w:t>:</w:t>
      </w:r>
      <w:r w:rsidRPr="00E04E96">
        <w:rPr>
          <w:rFonts w:ascii="Verdana" w:hAnsi="Verdana"/>
          <w:sz w:val="20"/>
          <w:szCs w:val="20"/>
        </w:rPr>
        <w:tab/>
      </w:r>
      <w:r w:rsidR="00D44C3F" w:rsidRPr="00E04E96">
        <w:rPr>
          <w:rFonts w:ascii="Verdana" w:hAnsi="Verdana"/>
          <w:sz w:val="20"/>
          <w:szCs w:val="20"/>
        </w:rPr>
        <w:t xml:space="preserve">a) </w:t>
      </w:r>
      <w:r w:rsidR="0019712A" w:rsidRPr="00E04E96">
        <w:rPr>
          <w:rFonts w:ascii="Verdana" w:hAnsi="Verdana"/>
          <w:sz w:val="20"/>
          <w:szCs w:val="20"/>
        </w:rPr>
        <w:t>Angaben zur Funktionssicherheit nach 3.1</w:t>
      </w:r>
      <w:r w:rsidR="00A37080" w:rsidRPr="00E04E96">
        <w:rPr>
          <w:rFonts w:ascii="Verdana" w:hAnsi="Verdana"/>
          <w:sz w:val="20"/>
          <w:szCs w:val="20"/>
        </w:rPr>
        <w:t xml:space="preserve"> (Vordruck)</w:t>
      </w:r>
    </w:p>
    <w:p w:rsidR="0019712A" w:rsidRPr="00E04E96" w:rsidRDefault="00D44C3F" w:rsidP="00D44C3F">
      <w:pPr>
        <w:spacing w:line="288" w:lineRule="auto"/>
        <w:ind w:left="709" w:firstLine="709"/>
        <w:rPr>
          <w:rFonts w:ascii="Verdana" w:hAnsi="Verdana"/>
          <w:sz w:val="20"/>
          <w:szCs w:val="20"/>
        </w:rPr>
      </w:pPr>
      <w:r w:rsidRPr="00E04E96">
        <w:rPr>
          <w:rFonts w:ascii="Verdana" w:hAnsi="Verdana"/>
          <w:sz w:val="20"/>
          <w:szCs w:val="20"/>
        </w:rPr>
        <w:t xml:space="preserve">b) </w:t>
      </w:r>
      <w:r w:rsidR="0019712A" w:rsidRPr="00E04E96">
        <w:rPr>
          <w:rFonts w:ascii="Verdana" w:hAnsi="Verdana"/>
          <w:sz w:val="20"/>
          <w:szCs w:val="20"/>
        </w:rPr>
        <w:t>Messprotokoll nach 3.2.1 (Vordruck)</w:t>
      </w:r>
    </w:p>
    <w:p w:rsidR="005379D8" w:rsidRPr="00E04E96" w:rsidRDefault="00FC7347" w:rsidP="005379D8">
      <w:pPr>
        <w:spacing w:line="288" w:lineRule="auto"/>
        <w:ind w:left="709" w:firstLine="709"/>
        <w:rPr>
          <w:rFonts w:ascii="Verdana" w:hAnsi="Verdana"/>
          <w:sz w:val="20"/>
          <w:szCs w:val="20"/>
        </w:rPr>
      </w:pPr>
      <w:r w:rsidRPr="00E04E96">
        <w:rPr>
          <w:rFonts w:ascii="Verdana" w:hAnsi="Verdana"/>
          <w:sz w:val="20"/>
          <w:szCs w:val="20"/>
        </w:rPr>
        <w:t xml:space="preserve">c) </w:t>
      </w:r>
      <w:r w:rsidR="005379D8" w:rsidRPr="00E04E96">
        <w:rPr>
          <w:rFonts w:ascii="Verdana" w:hAnsi="Verdana"/>
          <w:sz w:val="20"/>
          <w:szCs w:val="20"/>
        </w:rPr>
        <w:t>Messprotokoll nach 3.3.1 bzw. Anhang 1 (Vordruck)</w:t>
      </w:r>
    </w:p>
    <w:p w:rsidR="00FC7347" w:rsidRPr="00E04E96" w:rsidRDefault="00FC7347" w:rsidP="00D44C3F">
      <w:pPr>
        <w:spacing w:line="288" w:lineRule="auto"/>
        <w:ind w:left="709" w:firstLine="709"/>
        <w:rPr>
          <w:rFonts w:ascii="Verdana" w:hAnsi="Verdana"/>
          <w:sz w:val="20"/>
          <w:szCs w:val="20"/>
        </w:rPr>
      </w:pPr>
      <w:r w:rsidRPr="00E04E96">
        <w:rPr>
          <w:rFonts w:ascii="Verdana" w:hAnsi="Verdana"/>
          <w:sz w:val="20"/>
          <w:szCs w:val="20"/>
        </w:rPr>
        <w:t xml:space="preserve">d) </w:t>
      </w:r>
      <w:r w:rsidR="008B2694" w:rsidRPr="00E04E96">
        <w:rPr>
          <w:rFonts w:ascii="Verdana" w:hAnsi="Verdana"/>
          <w:sz w:val="20"/>
          <w:szCs w:val="20"/>
        </w:rPr>
        <w:t>Messprotokoll zu Schwachlichtbedingungen nach 3.3.1.</w:t>
      </w:r>
      <w:r w:rsidR="00A37080" w:rsidRPr="00E04E96">
        <w:rPr>
          <w:rFonts w:ascii="Verdana" w:hAnsi="Verdana"/>
          <w:sz w:val="20"/>
          <w:szCs w:val="20"/>
        </w:rPr>
        <w:t xml:space="preserve"> (Vordruck)</w:t>
      </w:r>
    </w:p>
    <w:p w:rsidR="0072344C" w:rsidRPr="00E04E96" w:rsidRDefault="0072344C" w:rsidP="00D44C3F">
      <w:pPr>
        <w:spacing w:line="288" w:lineRule="auto"/>
        <w:ind w:left="709" w:firstLine="709"/>
        <w:rPr>
          <w:rFonts w:ascii="Verdana" w:hAnsi="Verdana"/>
          <w:sz w:val="20"/>
          <w:szCs w:val="20"/>
        </w:rPr>
      </w:pPr>
      <w:r w:rsidRPr="00E04E96">
        <w:rPr>
          <w:rFonts w:ascii="Verdana" w:hAnsi="Verdana"/>
          <w:sz w:val="20"/>
          <w:szCs w:val="20"/>
        </w:rPr>
        <w:t xml:space="preserve">e) Ergebnisprotokoll der Simulation nach 3.3.1.a) </w:t>
      </w:r>
    </w:p>
    <w:p w:rsidR="00E57D79" w:rsidRPr="00E04E96" w:rsidRDefault="00E57D79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72344C" w:rsidRPr="00E04E96" w:rsidRDefault="0072344C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72344C" w:rsidRPr="00E04E96" w:rsidRDefault="0072344C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72344C" w:rsidRPr="00E04E96" w:rsidRDefault="0072344C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72344C" w:rsidRPr="00E04E96" w:rsidRDefault="0072344C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72344C" w:rsidRPr="00E04E96" w:rsidRDefault="0072344C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72344C" w:rsidRPr="00E04E96" w:rsidRDefault="0072344C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72344C" w:rsidRPr="00E04E96" w:rsidRDefault="0072344C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72344C" w:rsidRPr="00E04E96" w:rsidRDefault="0072344C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72344C" w:rsidRPr="00E04E96" w:rsidRDefault="0072344C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72344C" w:rsidRPr="00E04E96" w:rsidRDefault="0072344C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E04E96" w:rsidRDefault="002E629B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E04E96" w:rsidRDefault="002E629B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E04E96">
        <w:rPr>
          <w:rFonts w:ascii="Verdana" w:hAnsi="Verdana"/>
          <w:sz w:val="20"/>
          <w:szCs w:val="20"/>
        </w:rPr>
        <w:t>Ort:</w:t>
      </w:r>
      <w:r w:rsidRPr="00E04E96">
        <w:rPr>
          <w:rFonts w:ascii="Verdana" w:hAnsi="Verdana"/>
          <w:sz w:val="20"/>
          <w:szCs w:val="20"/>
        </w:rPr>
        <w:tab/>
      </w:r>
      <w:r w:rsidR="00D338F3" w:rsidRPr="00E04E96">
        <w:rPr>
          <w:rFonts w:ascii="Verdana" w:hAnsi="Verdana"/>
          <w:sz w:val="20"/>
          <w:szCs w:val="20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9" w:name="Text59"/>
      <w:r w:rsidR="00D338F3" w:rsidRPr="00E04E96">
        <w:rPr>
          <w:rFonts w:ascii="Verdana" w:hAnsi="Verdana"/>
          <w:sz w:val="20"/>
          <w:szCs w:val="20"/>
        </w:rPr>
        <w:instrText xml:space="preserve"> FORMTEXT </w:instrText>
      </w:r>
      <w:r w:rsidR="00D338F3" w:rsidRPr="00E04E96">
        <w:rPr>
          <w:rFonts w:ascii="Verdana" w:hAnsi="Verdana"/>
          <w:sz w:val="20"/>
          <w:szCs w:val="20"/>
        </w:rPr>
      </w:r>
      <w:r w:rsidR="00D338F3" w:rsidRPr="00E04E96">
        <w:rPr>
          <w:rFonts w:ascii="Verdana" w:hAnsi="Verdana"/>
          <w:sz w:val="20"/>
          <w:szCs w:val="20"/>
        </w:rPr>
        <w:fldChar w:fldCharType="separate"/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D338F3" w:rsidRPr="00E04E96">
        <w:rPr>
          <w:rFonts w:ascii="Verdana" w:hAnsi="Verdana"/>
          <w:sz w:val="20"/>
          <w:szCs w:val="20"/>
        </w:rPr>
        <w:fldChar w:fldCharType="end"/>
      </w:r>
      <w:bookmarkEnd w:id="9"/>
      <w:r w:rsidR="00E57D79" w:rsidRPr="00E04E96">
        <w:rPr>
          <w:rFonts w:ascii="Verdana" w:hAnsi="Verdana"/>
          <w:sz w:val="20"/>
          <w:szCs w:val="20"/>
        </w:rPr>
        <w:tab/>
      </w:r>
    </w:p>
    <w:p w:rsidR="00F260CB" w:rsidRPr="00E04E96" w:rsidRDefault="002E629B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E04E96">
        <w:rPr>
          <w:rFonts w:ascii="Verdana" w:hAnsi="Verdana"/>
          <w:sz w:val="20"/>
          <w:szCs w:val="20"/>
        </w:rPr>
        <w:tab/>
      </w:r>
      <w:r w:rsidR="00E57D79" w:rsidRPr="00E04E96">
        <w:rPr>
          <w:rFonts w:ascii="Verdana" w:hAnsi="Verdana"/>
          <w:sz w:val="20"/>
          <w:szCs w:val="20"/>
        </w:rPr>
        <w:tab/>
      </w:r>
    </w:p>
    <w:p w:rsidR="00A02F5D" w:rsidRDefault="002E629B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E04E96">
        <w:rPr>
          <w:rFonts w:ascii="Verdana" w:hAnsi="Verdana"/>
          <w:sz w:val="20"/>
          <w:szCs w:val="20"/>
        </w:rPr>
        <w:t>Datum:</w:t>
      </w:r>
      <w:r w:rsidRPr="00E04E96">
        <w:rPr>
          <w:rFonts w:ascii="Verdana" w:hAnsi="Verdana"/>
          <w:sz w:val="20"/>
          <w:szCs w:val="20"/>
        </w:rPr>
        <w:tab/>
      </w:r>
      <w:r w:rsidR="00D338F3" w:rsidRPr="00E04E96">
        <w:rPr>
          <w:rFonts w:ascii="Verdana" w:hAnsi="Verdana"/>
          <w:sz w:val="20"/>
          <w:szCs w:val="20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10" w:name="Text60"/>
      <w:r w:rsidR="00D338F3" w:rsidRPr="00E04E96">
        <w:rPr>
          <w:rFonts w:ascii="Verdana" w:hAnsi="Verdana"/>
          <w:sz w:val="20"/>
          <w:szCs w:val="20"/>
        </w:rPr>
        <w:instrText xml:space="preserve"> FORMTEXT </w:instrText>
      </w:r>
      <w:r w:rsidR="00D338F3" w:rsidRPr="00E04E96">
        <w:rPr>
          <w:rFonts w:ascii="Verdana" w:hAnsi="Verdana"/>
          <w:sz w:val="20"/>
          <w:szCs w:val="20"/>
        </w:rPr>
      </w:r>
      <w:r w:rsidR="00D338F3" w:rsidRPr="00E04E96">
        <w:rPr>
          <w:rFonts w:ascii="Verdana" w:hAnsi="Verdana"/>
          <w:sz w:val="20"/>
          <w:szCs w:val="20"/>
        </w:rPr>
        <w:fldChar w:fldCharType="separate"/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AC6B09" w:rsidRPr="00E04E96">
        <w:rPr>
          <w:rFonts w:ascii="Verdana" w:hAnsi="Verdana"/>
          <w:noProof/>
          <w:sz w:val="20"/>
          <w:szCs w:val="20"/>
        </w:rPr>
        <w:t> </w:t>
      </w:r>
      <w:r w:rsidR="00D338F3" w:rsidRPr="00E04E96">
        <w:rPr>
          <w:rFonts w:ascii="Verdana" w:hAnsi="Verdana"/>
          <w:sz w:val="20"/>
          <w:szCs w:val="20"/>
        </w:rPr>
        <w:fldChar w:fldCharType="end"/>
      </w:r>
      <w:bookmarkEnd w:id="10"/>
      <w:r w:rsidR="00E57D79" w:rsidRPr="00E04E96">
        <w:rPr>
          <w:rFonts w:ascii="Verdana" w:hAnsi="Verdana"/>
          <w:sz w:val="20"/>
          <w:szCs w:val="20"/>
        </w:rPr>
        <w:tab/>
      </w:r>
    </w:p>
    <w:p w:rsidR="002E629B" w:rsidRPr="00E04E96" w:rsidRDefault="00A02F5D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E04E96">
        <w:rPr>
          <w:rFonts w:ascii="Verdana" w:hAnsi="Verdana"/>
          <w:sz w:val="20"/>
          <w:szCs w:val="20"/>
        </w:rPr>
        <w:t xml:space="preserve">Zeichennehmer: (rechtsverbindliche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E04E96">
        <w:rPr>
          <w:rFonts w:ascii="Verdana" w:hAnsi="Verdana"/>
          <w:sz w:val="20"/>
          <w:szCs w:val="20"/>
        </w:rPr>
        <w:t xml:space="preserve">Unterschrift </w:t>
      </w:r>
      <w:r w:rsidR="002E629B" w:rsidRPr="00E04E96">
        <w:rPr>
          <w:rFonts w:ascii="Verdana" w:hAnsi="Verdana"/>
          <w:sz w:val="20"/>
          <w:szCs w:val="20"/>
        </w:rPr>
        <w:t>und Firmenstempel)</w:t>
      </w:r>
      <w:r w:rsidR="002E629B" w:rsidRPr="00E04E96">
        <w:rPr>
          <w:rFonts w:ascii="Verdana" w:hAnsi="Verdana"/>
          <w:sz w:val="20"/>
          <w:szCs w:val="20"/>
        </w:rPr>
        <w:tab/>
      </w:r>
    </w:p>
    <w:sectPr w:rsidR="002E629B" w:rsidRPr="00E04E96" w:rsidSect="002E629B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980" w:rsidRDefault="00C47980">
      <w:r>
        <w:separator/>
      </w:r>
    </w:p>
    <w:p w:rsidR="00C47980" w:rsidRDefault="00C47980"/>
    <w:p w:rsidR="00C47980" w:rsidRDefault="00C47980" w:rsidP="0050007C"/>
    <w:p w:rsidR="00C47980" w:rsidRDefault="00C47980"/>
    <w:p w:rsidR="00C47980" w:rsidRDefault="00C47980"/>
    <w:p w:rsidR="00C47980" w:rsidRDefault="00C47980"/>
    <w:p w:rsidR="00C47980" w:rsidRDefault="00C47980" w:rsidP="000B51C2"/>
    <w:p w:rsidR="00C47980" w:rsidRDefault="00C47980"/>
    <w:p w:rsidR="00C47980" w:rsidRDefault="00C47980"/>
    <w:p w:rsidR="00C47980" w:rsidRDefault="00C47980"/>
    <w:p w:rsidR="00C47980" w:rsidRDefault="00C47980" w:rsidP="00D31014"/>
    <w:p w:rsidR="00C47980" w:rsidRDefault="00C47980"/>
    <w:p w:rsidR="00C47980" w:rsidRDefault="00C47980"/>
    <w:p w:rsidR="00C47980" w:rsidRDefault="00C47980"/>
    <w:p w:rsidR="00C47980" w:rsidRDefault="00C47980"/>
    <w:p w:rsidR="00C47980" w:rsidRDefault="00C47980" w:rsidP="0025000E"/>
    <w:p w:rsidR="00C47980" w:rsidRDefault="00C47980"/>
    <w:p w:rsidR="00C47980" w:rsidRDefault="00C47980" w:rsidP="00E858F7"/>
    <w:p w:rsidR="00C47980" w:rsidRDefault="00C47980" w:rsidP="00E858F7"/>
    <w:p w:rsidR="00C47980" w:rsidRDefault="00C47980" w:rsidP="00E858F7"/>
    <w:p w:rsidR="00C47980" w:rsidRDefault="00C47980"/>
    <w:p w:rsidR="00C47980" w:rsidRDefault="00C47980"/>
    <w:p w:rsidR="00C47980" w:rsidRDefault="00C47980"/>
    <w:p w:rsidR="00C47980" w:rsidRDefault="00C47980"/>
    <w:p w:rsidR="00C47980" w:rsidRDefault="00C47980" w:rsidP="00A859A6"/>
    <w:p w:rsidR="00C47980" w:rsidRDefault="00C47980" w:rsidP="000B44CD"/>
    <w:p w:rsidR="00C47980" w:rsidRDefault="00C47980" w:rsidP="00C805E0"/>
    <w:p w:rsidR="00C47980" w:rsidRDefault="00C47980"/>
  </w:endnote>
  <w:endnote w:type="continuationSeparator" w:id="0">
    <w:p w:rsidR="00C47980" w:rsidRDefault="00C47980">
      <w:r>
        <w:continuationSeparator/>
      </w:r>
    </w:p>
    <w:p w:rsidR="00C47980" w:rsidRDefault="00C47980"/>
    <w:p w:rsidR="00C47980" w:rsidRDefault="00C47980" w:rsidP="0050007C"/>
    <w:p w:rsidR="00C47980" w:rsidRDefault="00C47980"/>
    <w:p w:rsidR="00C47980" w:rsidRDefault="00C47980"/>
    <w:p w:rsidR="00C47980" w:rsidRDefault="00C47980"/>
    <w:p w:rsidR="00C47980" w:rsidRDefault="00C47980" w:rsidP="000B51C2"/>
    <w:p w:rsidR="00C47980" w:rsidRDefault="00C47980"/>
    <w:p w:rsidR="00C47980" w:rsidRDefault="00C47980"/>
    <w:p w:rsidR="00C47980" w:rsidRDefault="00C47980"/>
    <w:p w:rsidR="00C47980" w:rsidRDefault="00C47980" w:rsidP="00D31014"/>
    <w:p w:rsidR="00C47980" w:rsidRDefault="00C47980"/>
    <w:p w:rsidR="00C47980" w:rsidRDefault="00C47980"/>
    <w:p w:rsidR="00C47980" w:rsidRDefault="00C47980"/>
    <w:p w:rsidR="00C47980" w:rsidRDefault="00C47980"/>
    <w:p w:rsidR="00C47980" w:rsidRDefault="00C47980" w:rsidP="0025000E"/>
    <w:p w:rsidR="00C47980" w:rsidRDefault="00C47980"/>
    <w:p w:rsidR="00C47980" w:rsidRDefault="00C47980" w:rsidP="00E858F7"/>
    <w:p w:rsidR="00C47980" w:rsidRDefault="00C47980" w:rsidP="00E858F7"/>
    <w:p w:rsidR="00C47980" w:rsidRDefault="00C47980" w:rsidP="00E858F7"/>
    <w:p w:rsidR="00C47980" w:rsidRDefault="00C47980"/>
    <w:p w:rsidR="00C47980" w:rsidRDefault="00C47980"/>
    <w:p w:rsidR="00C47980" w:rsidRDefault="00C47980"/>
    <w:p w:rsidR="00C47980" w:rsidRDefault="00C47980"/>
    <w:p w:rsidR="00C47980" w:rsidRDefault="00C47980" w:rsidP="00A859A6"/>
    <w:p w:rsidR="00C47980" w:rsidRDefault="00C47980" w:rsidP="000B44CD"/>
    <w:p w:rsidR="00C47980" w:rsidRDefault="00C47980" w:rsidP="00C805E0"/>
    <w:p w:rsidR="00C47980" w:rsidRDefault="00C479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4E0" w:rsidRDefault="003624E0">
    <w:pPr>
      <w:pStyle w:val="Fuzeile"/>
    </w:pPr>
  </w:p>
  <w:p w:rsidR="003624E0" w:rsidRDefault="003624E0"/>
  <w:p w:rsidR="003624E0" w:rsidRDefault="003624E0" w:rsidP="0050007C"/>
  <w:p w:rsidR="003624E0" w:rsidRDefault="003624E0" w:rsidP="0050007C"/>
  <w:p w:rsidR="003624E0" w:rsidRDefault="003624E0" w:rsidP="0057454B"/>
  <w:p w:rsidR="003624E0" w:rsidRDefault="003624E0" w:rsidP="00CD0E06"/>
  <w:p w:rsidR="003624E0" w:rsidRDefault="003624E0" w:rsidP="000B51C2"/>
  <w:p w:rsidR="003624E0" w:rsidRDefault="003624E0" w:rsidP="000B51C2"/>
  <w:p w:rsidR="003624E0" w:rsidRDefault="003624E0" w:rsidP="00386CD5"/>
  <w:p w:rsidR="003624E0" w:rsidRDefault="003624E0" w:rsidP="00A67732"/>
  <w:p w:rsidR="003624E0" w:rsidRDefault="003624E0" w:rsidP="00D31014"/>
  <w:p w:rsidR="003624E0" w:rsidRDefault="003624E0" w:rsidP="00D31014"/>
  <w:p w:rsidR="003624E0" w:rsidRDefault="003624E0" w:rsidP="00007425"/>
  <w:p w:rsidR="003624E0" w:rsidRDefault="003624E0" w:rsidP="008A5C23"/>
  <w:p w:rsidR="003624E0" w:rsidRDefault="003624E0" w:rsidP="0013707A"/>
  <w:p w:rsidR="003624E0" w:rsidRDefault="003624E0" w:rsidP="0025000E"/>
  <w:p w:rsidR="003624E0" w:rsidRDefault="003624E0" w:rsidP="0025000E"/>
  <w:p w:rsidR="003624E0" w:rsidRDefault="003624E0" w:rsidP="00E858F7"/>
  <w:p w:rsidR="003624E0" w:rsidRDefault="003624E0" w:rsidP="00E858F7"/>
  <w:p w:rsidR="003624E0" w:rsidRDefault="003624E0" w:rsidP="00E858F7"/>
  <w:p w:rsidR="003624E0" w:rsidRDefault="003624E0" w:rsidP="004003FB"/>
  <w:p w:rsidR="003624E0" w:rsidRDefault="003624E0" w:rsidP="00C56AA2"/>
  <w:p w:rsidR="003624E0" w:rsidRDefault="003624E0" w:rsidP="00267923"/>
  <w:p w:rsidR="003624E0" w:rsidRDefault="003624E0" w:rsidP="000C082E"/>
  <w:p w:rsidR="003624E0" w:rsidRDefault="003624E0" w:rsidP="00A859A6"/>
  <w:p w:rsidR="003624E0" w:rsidRDefault="003624E0" w:rsidP="000B44CD"/>
  <w:p w:rsidR="003624E0" w:rsidRDefault="003624E0" w:rsidP="00C805E0"/>
  <w:p w:rsidR="003624E0" w:rsidRDefault="003624E0" w:rsidP="003218D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4E0" w:rsidRPr="00E04E96" w:rsidRDefault="003624E0" w:rsidP="00E41019">
    <w:pPr>
      <w:pStyle w:val="Fuzeile"/>
      <w:rPr>
        <w:rFonts w:ascii="Verdana" w:hAnsi="Verdana"/>
        <w:sz w:val="20"/>
        <w:szCs w:val="20"/>
      </w:rPr>
    </w:pPr>
    <w:r w:rsidRPr="00E04E96">
      <w:rPr>
        <w:rFonts w:ascii="Verdana" w:hAnsi="Verdana"/>
        <w:sz w:val="20"/>
        <w:szCs w:val="20"/>
      </w:rPr>
      <w:t>Anlage 1 zum Vertrag</w:t>
    </w:r>
    <w:r w:rsidRPr="00E04E96">
      <w:rPr>
        <w:rFonts w:ascii="Verdana" w:hAnsi="Verdana"/>
        <w:sz w:val="20"/>
        <w:szCs w:val="20"/>
      </w:rPr>
      <w:tab/>
    </w:r>
    <w:r w:rsidRPr="00E04E96">
      <w:rPr>
        <w:rStyle w:val="Seitenzahl"/>
        <w:rFonts w:ascii="Verdana" w:hAnsi="Verdana"/>
        <w:sz w:val="20"/>
        <w:szCs w:val="20"/>
      </w:rPr>
      <w:fldChar w:fldCharType="begin"/>
    </w:r>
    <w:r w:rsidRPr="00E04E96">
      <w:rPr>
        <w:rStyle w:val="Seitenzahl"/>
        <w:rFonts w:ascii="Verdana" w:hAnsi="Verdana"/>
        <w:sz w:val="20"/>
        <w:szCs w:val="20"/>
      </w:rPr>
      <w:instrText xml:space="preserve"> PAGE </w:instrText>
    </w:r>
    <w:r w:rsidRPr="00E04E96">
      <w:rPr>
        <w:rStyle w:val="Seitenzahl"/>
        <w:rFonts w:ascii="Verdana" w:hAnsi="Verdana"/>
        <w:sz w:val="20"/>
        <w:szCs w:val="20"/>
      </w:rPr>
      <w:fldChar w:fldCharType="separate"/>
    </w:r>
    <w:r w:rsidR="00C958E2">
      <w:rPr>
        <w:rStyle w:val="Seitenzahl"/>
        <w:rFonts w:ascii="Verdana" w:hAnsi="Verdana"/>
        <w:noProof/>
        <w:sz w:val="20"/>
        <w:szCs w:val="20"/>
      </w:rPr>
      <w:t>2</w:t>
    </w:r>
    <w:r w:rsidRPr="00E04E96">
      <w:rPr>
        <w:rStyle w:val="Seitenzahl"/>
        <w:rFonts w:ascii="Verdana" w:hAnsi="Verdana"/>
        <w:sz w:val="20"/>
        <w:szCs w:val="20"/>
      </w:rPr>
      <w:fldChar w:fldCharType="end"/>
    </w:r>
    <w:r w:rsidRPr="00E04E96">
      <w:rPr>
        <w:rFonts w:ascii="Verdana" w:hAnsi="Verdana"/>
        <w:sz w:val="20"/>
        <w:szCs w:val="20"/>
      </w:rPr>
      <w:t>/</w:t>
    </w:r>
    <w:r w:rsidR="006F7EA3" w:rsidRPr="00E04E96">
      <w:rPr>
        <w:rFonts w:ascii="Verdana" w:hAnsi="Verdana"/>
        <w:sz w:val="20"/>
        <w:szCs w:val="20"/>
      </w:rPr>
      <w:t>4</w:t>
    </w:r>
    <w:r w:rsidRPr="00E04E96">
      <w:rPr>
        <w:rFonts w:ascii="Verdana" w:hAnsi="Verdana"/>
        <w:sz w:val="20"/>
        <w:szCs w:val="20"/>
      </w:rPr>
      <w:tab/>
    </w:r>
    <w:r w:rsidR="00E04E96">
      <w:rPr>
        <w:rFonts w:ascii="Verdana" w:hAnsi="Verdana"/>
        <w:sz w:val="20"/>
        <w:szCs w:val="20"/>
      </w:rPr>
      <w:t>DE</w:t>
    </w:r>
    <w:r w:rsidRPr="00E04E96">
      <w:rPr>
        <w:rFonts w:ascii="Verdana" w:hAnsi="Verdana"/>
        <w:sz w:val="20"/>
        <w:szCs w:val="20"/>
      </w:rPr>
      <w:t xml:space="preserve">-UZ 116 </w:t>
    </w:r>
    <w:r w:rsidR="00E04E96">
      <w:rPr>
        <w:rFonts w:ascii="Verdana" w:hAnsi="Verdana"/>
        <w:sz w:val="20"/>
        <w:szCs w:val="20"/>
      </w:rPr>
      <w:t>Ausgabe</w:t>
    </w:r>
    <w:r w:rsidRPr="00E04E96">
      <w:rPr>
        <w:rFonts w:ascii="Verdana" w:hAnsi="Verdana"/>
        <w:sz w:val="20"/>
        <w:szCs w:val="20"/>
      </w:rPr>
      <w:t xml:space="preserve"> M</w:t>
    </w:r>
    <w:r w:rsidR="00991A32" w:rsidRPr="00E04E96">
      <w:rPr>
        <w:rFonts w:ascii="Verdana" w:hAnsi="Verdana"/>
        <w:sz w:val="20"/>
        <w:szCs w:val="20"/>
      </w:rPr>
      <w:t>ai</w:t>
    </w:r>
    <w:r w:rsidRPr="00E04E96">
      <w:rPr>
        <w:rFonts w:ascii="Verdana" w:hAnsi="Verdana"/>
        <w:sz w:val="20"/>
        <w:szCs w:val="20"/>
      </w:rPr>
      <w:t xml:space="preserve">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980" w:rsidRDefault="00C47980">
      <w:r>
        <w:separator/>
      </w:r>
    </w:p>
  </w:footnote>
  <w:footnote w:type="continuationSeparator" w:id="0">
    <w:p w:rsidR="00C47980" w:rsidRDefault="00C47980">
      <w:r>
        <w:continuationSeparator/>
      </w:r>
    </w:p>
  </w:footnote>
  <w:footnote w:type="continuationNotice" w:id="1">
    <w:p w:rsidR="00C47980" w:rsidRDefault="00C479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4E0" w:rsidRDefault="003624E0">
    <w:pPr>
      <w:pStyle w:val="Kopfzeile"/>
    </w:pPr>
  </w:p>
  <w:p w:rsidR="003624E0" w:rsidRDefault="003624E0"/>
  <w:p w:rsidR="003624E0" w:rsidRDefault="003624E0" w:rsidP="0050007C"/>
  <w:p w:rsidR="003624E0" w:rsidRDefault="003624E0" w:rsidP="0050007C"/>
  <w:p w:rsidR="003624E0" w:rsidRDefault="003624E0" w:rsidP="0057454B"/>
  <w:p w:rsidR="003624E0" w:rsidRDefault="003624E0" w:rsidP="00CD0E06"/>
  <w:p w:rsidR="003624E0" w:rsidRDefault="003624E0" w:rsidP="000B51C2"/>
  <w:p w:rsidR="003624E0" w:rsidRDefault="003624E0" w:rsidP="000B51C2"/>
  <w:p w:rsidR="003624E0" w:rsidRDefault="003624E0" w:rsidP="00386CD5"/>
  <w:p w:rsidR="003624E0" w:rsidRDefault="003624E0" w:rsidP="00A67732"/>
  <w:p w:rsidR="003624E0" w:rsidRDefault="003624E0" w:rsidP="00D31014"/>
  <w:p w:rsidR="003624E0" w:rsidRDefault="003624E0" w:rsidP="00D31014"/>
  <w:p w:rsidR="003624E0" w:rsidRDefault="003624E0" w:rsidP="00007425"/>
  <w:p w:rsidR="003624E0" w:rsidRDefault="003624E0" w:rsidP="008A5C23"/>
  <w:p w:rsidR="003624E0" w:rsidRDefault="003624E0" w:rsidP="0013707A"/>
  <w:p w:rsidR="003624E0" w:rsidRDefault="003624E0" w:rsidP="0025000E"/>
  <w:p w:rsidR="003624E0" w:rsidRDefault="003624E0" w:rsidP="0025000E"/>
  <w:p w:rsidR="003624E0" w:rsidRDefault="003624E0" w:rsidP="00E858F7"/>
  <w:p w:rsidR="003624E0" w:rsidRDefault="003624E0" w:rsidP="00E858F7"/>
  <w:p w:rsidR="003624E0" w:rsidRDefault="003624E0" w:rsidP="00E858F7"/>
  <w:p w:rsidR="003624E0" w:rsidRDefault="003624E0" w:rsidP="004003FB"/>
  <w:p w:rsidR="003624E0" w:rsidRDefault="003624E0" w:rsidP="00C56AA2"/>
  <w:p w:rsidR="003624E0" w:rsidRDefault="003624E0" w:rsidP="00267923"/>
  <w:p w:rsidR="003624E0" w:rsidRDefault="003624E0" w:rsidP="000C082E"/>
  <w:p w:rsidR="003624E0" w:rsidRDefault="003624E0" w:rsidP="00A859A6"/>
  <w:p w:rsidR="003624E0" w:rsidRDefault="003624E0" w:rsidP="000B44CD"/>
  <w:p w:rsidR="003624E0" w:rsidRDefault="003624E0" w:rsidP="00C805E0"/>
  <w:p w:rsidR="003624E0" w:rsidRDefault="003624E0" w:rsidP="003218D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4E0" w:rsidRDefault="00C958E2" w:rsidP="009C2312">
    <w:pPr>
      <w:pStyle w:val="Kopfzeile"/>
      <w:jc w:val="right"/>
    </w:pPr>
    <w:r>
      <w:rPr>
        <w:noProof/>
      </w:rPr>
      <w:drawing>
        <wp:inline distT="0" distB="0" distL="0" distR="0">
          <wp:extent cx="657225" cy="457200"/>
          <wp:effectExtent l="0" t="0" r="9525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F7EA3" w:rsidRDefault="006F7EA3" w:rsidP="009C2312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CE4B32"/>
    <w:multiLevelType w:val="multilevel"/>
    <w:tmpl w:val="A5BEDEE0"/>
    <w:lvl w:ilvl="0">
      <w:start w:val="1"/>
      <w:numFmt w:val="bullet"/>
      <w:lvlText w:val=""/>
      <w:lvlJc w:val="left"/>
      <w:pPr>
        <w:tabs>
          <w:tab w:val="num" w:pos="1418"/>
        </w:tabs>
        <w:ind w:left="1418" w:hanging="426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843"/>
        </w:tabs>
        <w:ind w:left="1843" w:hanging="425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425"/>
      </w:pPr>
      <w:rPr>
        <w:rFonts w:ascii="Wingdings" w:hAnsi="Wingdings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cs="Wingdings" w:hint="default"/>
      </w:rPr>
    </w:lvl>
  </w:abstractNum>
  <w:abstractNum w:abstractNumId="9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qVKP06mDCV3eoE3qWFCr/ExWbXk=" w:salt="NoOnyn8I4hq10hlo+pUuE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001156"/>
    <w:rsid w:val="00007425"/>
    <w:rsid w:val="000132C8"/>
    <w:rsid w:val="00016B19"/>
    <w:rsid w:val="00017B60"/>
    <w:rsid w:val="0002001B"/>
    <w:rsid w:val="000231DC"/>
    <w:rsid w:val="00023FFD"/>
    <w:rsid w:val="00024D2A"/>
    <w:rsid w:val="000322DC"/>
    <w:rsid w:val="000336E5"/>
    <w:rsid w:val="000337EB"/>
    <w:rsid w:val="000349B9"/>
    <w:rsid w:val="000352CA"/>
    <w:rsid w:val="00040881"/>
    <w:rsid w:val="0004315D"/>
    <w:rsid w:val="00047575"/>
    <w:rsid w:val="00051146"/>
    <w:rsid w:val="0005611B"/>
    <w:rsid w:val="00057A7E"/>
    <w:rsid w:val="00060160"/>
    <w:rsid w:val="00060221"/>
    <w:rsid w:val="00063962"/>
    <w:rsid w:val="0006627D"/>
    <w:rsid w:val="00075311"/>
    <w:rsid w:val="00077406"/>
    <w:rsid w:val="000815AE"/>
    <w:rsid w:val="00081750"/>
    <w:rsid w:val="0008179E"/>
    <w:rsid w:val="00086EE7"/>
    <w:rsid w:val="000901DC"/>
    <w:rsid w:val="00091EF2"/>
    <w:rsid w:val="00092B9D"/>
    <w:rsid w:val="00095ED0"/>
    <w:rsid w:val="00096F7C"/>
    <w:rsid w:val="000A0B67"/>
    <w:rsid w:val="000A1EB7"/>
    <w:rsid w:val="000A35CC"/>
    <w:rsid w:val="000A5108"/>
    <w:rsid w:val="000B33B5"/>
    <w:rsid w:val="000B44CD"/>
    <w:rsid w:val="000B51C2"/>
    <w:rsid w:val="000B5DDF"/>
    <w:rsid w:val="000B62A3"/>
    <w:rsid w:val="000C082E"/>
    <w:rsid w:val="000C4C8C"/>
    <w:rsid w:val="000D104C"/>
    <w:rsid w:val="000D3A49"/>
    <w:rsid w:val="000D47E5"/>
    <w:rsid w:val="000D5D26"/>
    <w:rsid w:val="000D756B"/>
    <w:rsid w:val="000E27AE"/>
    <w:rsid w:val="000E3FF9"/>
    <w:rsid w:val="000E60D8"/>
    <w:rsid w:val="000F076C"/>
    <w:rsid w:val="000F1DDC"/>
    <w:rsid w:val="000F2ED8"/>
    <w:rsid w:val="00102688"/>
    <w:rsid w:val="00105A5B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B8C"/>
    <w:rsid w:val="00134E84"/>
    <w:rsid w:val="0013707A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3564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36B6"/>
    <w:rsid w:val="00193DDD"/>
    <w:rsid w:val="00195D6C"/>
    <w:rsid w:val="0019712A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15F4"/>
    <w:rsid w:val="001E6D5F"/>
    <w:rsid w:val="001F07A2"/>
    <w:rsid w:val="001F0CB6"/>
    <w:rsid w:val="001F1317"/>
    <w:rsid w:val="001F1A42"/>
    <w:rsid w:val="001F1C81"/>
    <w:rsid w:val="001F49F2"/>
    <w:rsid w:val="001F4BFA"/>
    <w:rsid w:val="002005D5"/>
    <w:rsid w:val="00201086"/>
    <w:rsid w:val="00201F4D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0277"/>
    <w:rsid w:val="00222056"/>
    <w:rsid w:val="00223147"/>
    <w:rsid w:val="002324F7"/>
    <w:rsid w:val="002336E2"/>
    <w:rsid w:val="00234E20"/>
    <w:rsid w:val="00236CDC"/>
    <w:rsid w:val="002415CE"/>
    <w:rsid w:val="00241B89"/>
    <w:rsid w:val="00242CDA"/>
    <w:rsid w:val="00244B1F"/>
    <w:rsid w:val="002471C5"/>
    <w:rsid w:val="0025000E"/>
    <w:rsid w:val="0025146D"/>
    <w:rsid w:val="00252945"/>
    <w:rsid w:val="00253437"/>
    <w:rsid w:val="00253D91"/>
    <w:rsid w:val="002564D7"/>
    <w:rsid w:val="00257542"/>
    <w:rsid w:val="00260349"/>
    <w:rsid w:val="00261038"/>
    <w:rsid w:val="00261F73"/>
    <w:rsid w:val="00263DE9"/>
    <w:rsid w:val="00266629"/>
    <w:rsid w:val="00267923"/>
    <w:rsid w:val="00273B5D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3195"/>
    <w:rsid w:val="0029498A"/>
    <w:rsid w:val="002A16AD"/>
    <w:rsid w:val="002A2A3B"/>
    <w:rsid w:val="002A4AA0"/>
    <w:rsid w:val="002A5151"/>
    <w:rsid w:val="002A601C"/>
    <w:rsid w:val="002A6B44"/>
    <w:rsid w:val="002A7A9D"/>
    <w:rsid w:val="002B0D69"/>
    <w:rsid w:val="002B2AD9"/>
    <w:rsid w:val="002B35F5"/>
    <w:rsid w:val="002B4F3D"/>
    <w:rsid w:val="002B5928"/>
    <w:rsid w:val="002B6DEC"/>
    <w:rsid w:val="002B742B"/>
    <w:rsid w:val="002B7CE5"/>
    <w:rsid w:val="002C03E8"/>
    <w:rsid w:val="002C16B5"/>
    <w:rsid w:val="002C3D08"/>
    <w:rsid w:val="002D06C9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3071C9"/>
    <w:rsid w:val="003115E3"/>
    <w:rsid w:val="00314675"/>
    <w:rsid w:val="003218D9"/>
    <w:rsid w:val="003232DF"/>
    <w:rsid w:val="00323916"/>
    <w:rsid w:val="00326248"/>
    <w:rsid w:val="003308F4"/>
    <w:rsid w:val="00332749"/>
    <w:rsid w:val="003345CE"/>
    <w:rsid w:val="00335B9B"/>
    <w:rsid w:val="003363F0"/>
    <w:rsid w:val="003371F1"/>
    <w:rsid w:val="00342C0D"/>
    <w:rsid w:val="003464B4"/>
    <w:rsid w:val="00346F3E"/>
    <w:rsid w:val="00356883"/>
    <w:rsid w:val="00357909"/>
    <w:rsid w:val="003624DC"/>
    <w:rsid w:val="003624E0"/>
    <w:rsid w:val="003650F1"/>
    <w:rsid w:val="00365741"/>
    <w:rsid w:val="00366580"/>
    <w:rsid w:val="003732CE"/>
    <w:rsid w:val="00377AD9"/>
    <w:rsid w:val="003819D5"/>
    <w:rsid w:val="0038204A"/>
    <w:rsid w:val="0038227B"/>
    <w:rsid w:val="00382BC1"/>
    <w:rsid w:val="00382D2A"/>
    <w:rsid w:val="00386CD5"/>
    <w:rsid w:val="00386DE2"/>
    <w:rsid w:val="00392F6D"/>
    <w:rsid w:val="00393645"/>
    <w:rsid w:val="00393863"/>
    <w:rsid w:val="00395C95"/>
    <w:rsid w:val="003A166F"/>
    <w:rsid w:val="003A19FB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5EC2"/>
    <w:rsid w:val="003E6A03"/>
    <w:rsid w:val="003F063D"/>
    <w:rsid w:val="003F0EF7"/>
    <w:rsid w:val="003F12C7"/>
    <w:rsid w:val="003F2D65"/>
    <w:rsid w:val="003F4380"/>
    <w:rsid w:val="003F6B9B"/>
    <w:rsid w:val="004003FB"/>
    <w:rsid w:val="00402279"/>
    <w:rsid w:val="004031F3"/>
    <w:rsid w:val="004072FA"/>
    <w:rsid w:val="00411A3E"/>
    <w:rsid w:val="00412AF5"/>
    <w:rsid w:val="00415FC9"/>
    <w:rsid w:val="00417181"/>
    <w:rsid w:val="00417B32"/>
    <w:rsid w:val="00420871"/>
    <w:rsid w:val="00420EB7"/>
    <w:rsid w:val="00423D70"/>
    <w:rsid w:val="004245E8"/>
    <w:rsid w:val="004257F3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123"/>
    <w:rsid w:val="0048398F"/>
    <w:rsid w:val="0048419F"/>
    <w:rsid w:val="00491165"/>
    <w:rsid w:val="00491B6D"/>
    <w:rsid w:val="00496423"/>
    <w:rsid w:val="004966D2"/>
    <w:rsid w:val="004967D4"/>
    <w:rsid w:val="004A022C"/>
    <w:rsid w:val="004A069E"/>
    <w:rsid w:val="004A45E3"/>
    <w:rsid w:val="004B0385"/>
    <w:rsid w:val="004B7350"/>
    <w:rsid w:val="004C33C1"/>
    <w:rsid w:val="004C4A23"/>
    <w:rsid w:val="004D1C64"/>
    <w:rsid w:val="004D6F3B"/>
    <w:rsid w:val="004E27D6"/>
    <w:rsid w:val="004F3C27"/>
    <w:rsid w:val="004F5803"/>
    <w:rsid w:val="0050007C"/>
    <w:rsid w:val="005008C6"/>
    <w:rsid w:val="005036C2"/>
    <w:rsid w:val="0050561E"/>
    <w:rsid w:val="00507B79"/>
    <w:rsid w:val="005112A6"/>
    <w:rsid w:val="00511DD7"/>
    <w:rsid w:val="005140E2"/>
    <w:rsid w:val="00515171"/>
    <w:rsid w:val="00515663"/>
    <w:rsid w:val="005165A4"/>
    <w:rsid w:val="005241F4"/>
    <w:rsid w:val="00524856"/>
    <w:rsid w:val="0052612C"/>
    <w:rsid w:val="005302FF"/>
    <w:rsid w:val="005306F2"/>
    <w:rsid w:val="00533DC1"/>
    <w:rsid w:val="00534902"/>
    <w:rsid w:val="005379D8"/>
    <w:rsid w:val="00540B66"/>
    <w:rsid w:val="005431DA"/>
    <w:rsid w:val="00545156"/>
    <w:rsid w:val="00546274"/>
    <w:rsid w:val="00547F0D"/>
    <w:rsid w:val="00550C92"/>
    <w:rsid w:val="00551084"/>
    <w:rsid w:val="00551731"/>
    <w:rsid w:val="00551975"/>
    <w:rsid w:val="00553119"/>
    <w:rsid w:val="005537ED"/>
    <w:rsid w:val="005549AA"/>
    <w:rsid w:val="00554BCF"/>
    <w:rsid w:val="00555504"/>
    <w:rsid w:val="00562843"/>
    <w:rsid w:val="00567220"/>
    <w:rsid w:val="00567DA5"/>
    <w:rsid w:val="005719B8"/>
    <w:rsid w:val="005730E7"/>
    <w:rsid w:val="00573F66"/>
    <w:rsid w:val="0057454B"/>
    <w:rsid w:val="00574FD4"/>
    <w:rsid w:val="00576268"/>
    <w:rsid w:val="005766C4"/>
    <w:rsid w:val="00577B2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6C07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5D0"/>
    <w:rsid w:val="0061661C"/>
    <w:rsid w:val="00616C85"/>
    <w:rsid w:val="006170CD"/>
    <w:rsid w:val="00617FE7"/>
    <w:rsid w:val="00620E73"/>
    <w:rsid w:val="0062145B"/>
    <w:rsid w:val="00622C1D"/>
    <w:rsid w:val="00622D2F"/>
    <w:rsid w:val="006244EC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508"/>
    <w:rsid w:val="0065461A"/>
    <w:rsid w:val="00656DC7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974D0"/>
    <w:rsid w:val="006A0409"/>
    <w:rsid w:val="006A0662"/>
    <w:rsid w:val="006A0C2A"/>
    <w:rsid w:val="006A1450"/>
    <w:rsid w:val="006A2576"/>
    <w:rsid w:val="006A29AB"/>
    <w:rsid w:val="006A4FB3"/>
    <w:rsid w:val="006A5034"/>
    <w:rsid w:val="006A6823"/>
    <w:rsid w:val="006A742D"/>
    <w:rsid w:val="006B0DB7"/>
    <w:rsid w:val="006B1819"/>
    <w:rsid w:val="006B22F5"/>
    <w:rsid w:val="006B267F"/>
    <w:rsid w:val="006B351C"/>
    <w:rsid w:val="006C3B13"/>
    <w:rsid w:val="006C65A9"/>
    <w:rsid w:val="006D08EA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6F7EA3"/>
    <w:rsid w:val="00700A03"/>
    <w:rsid w:val="007011EF"/>
    <w:rsid w:val="0070161B"/>
    <w:rsid w:val="007040D2"/>
    <w:rsid w:val="00705AE5"/>
    <w:rsid w:val="00705FDD"/>
    <w:rsid w:val="00706DAA"/>
    <w:rsid w:val="007070BE"/>
    <w:rsid w:val="00710360"/>
    <w:rsid w:val="00714917"/>
    <w:rsid w:val="00714CAD"/>
    <w:rsid w:val="007154D7"/>
    <w:rsid w:val="0071583B"/>
    <w:rsid w:val="007171E5"/>
    <w:rsid w:val="00721712"/>
    <w:rsid w:val="0072344C"/>
    <w:rsid w:val="00726DD9"/>
    <w:rsid w:val="007315EB"/>
    <w:rsid w:val="007318BF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0957"/>
    <w:rsid w:val="0079383C"/>
    <w:rsid w:val="0079479D"/>
    <w:rsid w:val="007A0DE8"/>
    <w:rsid w:val="007A101A"/>
    <w:rsid w:val="007A2BFC"/>
    <w:rsid w:val="007A5060"/>
    <w:rsid w:val="007A6A1B"/>
    <w:rsid w:val="007A6AB8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35CD"/>
    <w:rsid w:val="007C60EA"/>
    <w:rsid w:val="007C7A26"/>
    <w:rsid w:val="007D1998"/>
    <w:rsid w:val="007D2CA4"/>
    <w:rsid w:val="007D44E9"/>
    <w:rsid w:val="007D565C"/>
    <w:rsid w:val="007D70AC"/>
    <w:rsid w:val="007E2453"/>
    <w:rsid w:val="007E2F74"/>
    <w:rsid w:val="007E3E36"/>
    <w:rsid w:val="007E7991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46492"/>
    <w:rsid w:val="00850157"/>
    <w:rsid w:val="0085602B"/>
    <w:rsid w:val="008563D3"/>
    <w:rsid w:val="00862A06"/>
    <w:rsid w:val="008631ED"/>
    <w:rsid w:val="0086718F"/>
    <w:rsid w:val="00872A8A"/>
    <w:rsid w:val="00872BD0"/>
    <w:rsid w:val="00882D5F"/>
    <w:rsid w:val="00884374"/>
    <w:rsid w:val="008867B6"/>
    <w:rsid w:val="00887087"/>
    <w:rsid w:val="00887DE9"/>
    <w:rsid w:val="00891974"/>
    <w:rsid w:val="008923DF"/>
    <w:rsid w:val="00897895"/>
    <w:rsid w:val="008A4361"/>
    <w:rsid w:val="008A5C23"/>
    <w:rsid w:val="008A5DF8"/>
    <w:rsid w:val="008A6D24"/>
    <w:rsid w:val="008B0176"/>
    <w:rsid w:val="008B2694"/>
    <w:rsid w:val="008B5F75"/>
    <w:rsid w:val="008C5D10"/>
    <w:rsid w:val="008C76FE"/>
    <w:rsid w:val="008D0AE5"/>
    <w:rsid w:val="008E2BEF"/>
    <w:rsid w:val="008E7988"/>
    <w:rsid w:val="008E7E64"/>
    <w:rsid w:val="008F1BFA"/>
    <w:rsid w:val="008F6F65"/>
    <w:rsid w:val="00902157"/>
    <w:rsid w:val="009054E2"/>
    <w:rsid w:val="00907C87"/>
    <w:rsid w:val="00913B10"/>
    <w:rsid w:val="0091494D"/>
    <w:rsid w:val="00914BCF"/>
    <w:rsid w:val="00916BFF"/>
    <w:rsid w:val="0092281E"/>
    <w:rsid w:val="00925243"/>
    <w:rsid w:val="0092566D"/>
    <w:rsid w:val="00930101"/>
    <w:rsid w:val="0093366D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5E5"/>
    <w:rsid w:val="00971652"/>
    <w:rsid w:val="00975B08"/>
    <w:rsid w:val="00982284"/>
    <w:rsid w:val="00987E0D"/>
    <w:rsid w:val="0099124D"/>
    <w:rsid w:val="00991A32"/>
    <w:rsid w:val="0099226B"/>
    <w:rsid w:val="00994A6C"/>
    <w:rsid w:val="0099615A"/>
    <w:rsid w:val="009965D9"/>
    <w:rsid w:val="009A01C2"/>
    <w:rsid w:val="009A0793"/>
    <w:rsid w:val="009A0D3E"/>
    <w:rsid w:val="009A29B3"/>
    <w:rsid w:val="009A41B8"/>
    <w:rsid w:val="009A7AC5"/>
    <w:rsid w:val="009B0568"/>
    <w:rsid w:val="009B0DD8"/>
    <w:rsid w:val="009B22DD"/>
    <w:rsid w:val="009B2DFC"/>
    <w:rsid w:val="009B316C"/>
    <w:rsid w:val="009B3AA0"/>
    <w:rsid w:val="009B4DB4"/>
    <w:rsid w:val="009C0D0F"/>
    <w:rsid w:val="009C1E01"/>
    <w:rsid w:val="009C2312"/>
    <w:rsid w:val="009C3F40"/>
    <w:rsid w:val="009D0AB2"/>
    <w:rsid w:val="009D10E6"/>
    <w:rsid w:val="009D1972"/>
    <w:rsid w:val="009D2BA5"/>
    <w:rsid w:val="009D3163"/>
    <w:rsid w:val="009D44DE"/>
    <w:rsid w:val="009D4A60"/>
    <w:rsid w:val="009D50B6"/>
    <w:rsid w:val="009D5E2B"/>
    <w:rsid w:val="009E009D"/>
    <w:rsid w:val="009E5B1B"/>
    <w:rsid w:val="009F24C2"/>
    <w:rsid w:val="009F3E3E"/>
    <w:rsid w:val="00A01232"/>
    <w:rsid w:val="00A01349"/>
    <w:rsid w:val="00A01974"/>
    <w:rsid w:val="00A02F5D"/>
    <w:rsid w:val="00A03458"/>
    <w:rsid w:val="00A06BF6"/>
    <w:rsid w:val="00A10F40"/>
    <w:rsid w:val="00A1181E"/>
    <w:rsid w:val="00A11A5C"/>
    <w:rsid w:val="00A21BB1"/>
    <w:rsid w:val="00A2223F"/>
    <w:rsid w:val="00A242D5"/>
    <w:rsid w:val="00A24528"/>
    <w:rsid w:val="00A24716"/>
    <w:rsid w:val="00A2646C"/>
    <w:rsid w:val="00A266A3"/>
    <w:rsid w:val="00A275A2"/>
    <w:rsid w:val="00A32CE7"/>
    <w:rsid w:val="00A33AE6"/>
    <w:rsid w:val="00A33F2C"/>
    <w:rsid w:val="00A3420E"/>
    <w:rsid w:val="00A37080"/>
    <w:rsid w:val="00A37795"/>
    <w:rsid w:val="00A37AD6"/>
    <w:rsid w:val="00A402A8"/>
    <w:rsid w:val="00A410E0"/>
    <w:rsid w:val="00A41EF0"/>
    <w:rsid w:val="00A42604"/>
    <w:rsid w:val="00A426AA"/>
    <w:rsid w:val="00A43857"/>
    <w:rsid w:val="00A46DB3"/>
    <w:rsid w:val="00A61B8A"/>
    <w:rsid w:val="00A63BC0"/>
    <w:rsid w:val="00A640CF"/>
    <w:rsid w:val="00A6713D"/>
    <w:rsid w:val="00A67732"/>
    <w:rsid w:val="00A6799E"/>
    <w:rsid w:val="00A7066C"/>
    <w:rsid w:val="00A7279D"/>
    <w:rsid w:val="00A74CA3"/>
    <w:rsid w:val="00A76C23"/>
    <w:rsid w:val="00A76F52"/>
    <w:rsid w:val="00A77910"/>
    <w:rsid w:val="00A80BAD"/>
    <w:rsid w:val="00A816E5"/>
    <w:rsid w:val="00A820C9"/>
    <w:rsid w:val="00A832AB"/>
    <w:rsid w:val="00A8375C"/>
    <w:rsid w:val="00A859A6"/>
    <w:rsid w:val="00A87395"/>
    <w:rsid w:val="00A87CA4"/>
    <w:rsid w:val="00A911BC"/>
    <w:rsid w:val="00A92490"/>
    <w:rsid w:val="00A93418"/>
    <w:rsid w:val="00A942D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5947"/>
    <w:rsid w:val="00AC6B09"/>
    <w:rsid w:val="00AC6C3C"/>
    <w:rsid w:val="00AC7AAB"/>
    <w:rsid w:val="00AD0B86"/>
    <w:rsid w:val="00AD31E3"/>
    <w:rsid w:val="00AD4251"/>
    <w:rsid w:val="00AD4C53"/>
    <w:rsid w:val="00AD5899"/>
    <w:rsid w:val="00AE0FC4"/>
    <w:rsid w:val="00AE201C"/>
    <w:rsid w:val="00AE2EA3"/>
    <w:rsid w:val="00AE31FA"/>
    <w:rsid w:val="00AE3339"/>
    <w:rsid w:val="00AE3870"/>
    <w:rsid w:val="00AE523F"/>
    <w:rsid w:val="00AE730B"/>
    <w:rsid w:val="00AF2699"/>
    <w:rsid w:val="00AF36AB"/>
    <w:rsid w:val="00AF3DBF"/>
    <w:rsid w:val="00AF53EA"/>
    <w:rsid w:val="00AF57E7"/>
    <w:rsid w:val="00AF6928"/>
    <w:rsid w:val="00AF7935"/>
    <w:rsid w:val="00B01DED"/>
    <w:rsid w:val="00B02395"/>
    <w:rsid w:val="00B028D8"/>
    <w:rsid w:val="00B04458"/>
    <w:rsid w:val="00B058EE"/>
    <w:rsid w:val="00B058F9"/>
    <w:rsid w:val="00B06288"/>
    <w:rsid w:val="00B13E12"/>
    <w:rsid w:val="00B14FA3"/>
    <w:rsid w:val="00B16F41"/>
    <w:rsid w:val="00B211A8"/>
    <w:rsid w:val="00B234E8"/>
    <w:rsid w:val="00B25673"/>
    <w:rsid w:val="00B31872"/>
    <w:rsid w:val="00B33C5E"/>
    <w:rsid w:val="00B37423"/>
    <w:rsid w:val="00B40E82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56FC4"/>
    <w:rsid w:val="00B6143B"/>
    <w:rsid w:val="00B65920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3E32"/>
    <w:rsid w:val="00BA43C4"/>
    <w:rsid w:val="00BB05C8"/>
    <w:rsid w:val="00BB2810"/>
    <w:rsid w:val="00BB4E6B"/>
    <w:rsid w:val="00BC39E5"/>
    <w:rsid w:val="00BC6A57"/>
    <w:rsid w:val="00BC6D40"/>
    <w:rsid w:val="00BC7F63"/>
    <w:rsid w:val="00BD0BB3"/>
    <w:rsid w:val="00BD150B"/>
    <w:rsid w:val="00BD2ED5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BF6C8F"/>
    <w:rsid w:val="00C00462"/>
    <w:rsid w:val="00C006A2"/>
    <w:rsid w:val="00C02D50"/>
    <w:rsid w:val="00C055E6"/>
    <w:rsid w:val="00C05FBC"/>
    <w:rsid w:val="00C118FA"/>
    <w:rsid w:val="00C15968"/>
    <w:rsid w:val="00C16020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47980"/>
    <w:rsid w:val="00C52039"/>
    <w:rsid w:val="00C5216A"/>
    <w:rsid w:val="00C532D5"/>
    <w:rsid w:val="00C53CBC"/>
    <w:rsid w:val="00C53FD9"/>
    <w:rsid w:val="00C546B6"/>
    <w:rsid w:val="00C54C67"/>
    <w:rsid w:val="00C55637"/>
    <w:rsid w:val="00C56AA2"/>
    <w:rsid w:val="00C6025C"/>
    <w:rsid w:val="00C62AF9"/>
    <w:rsid w:val="00C6300F"/>
    <w:rsid w:val="00C63B5B"/>
    <w:rsid w:val="00C65389"/>
    <w:rsid w:val="00C65D71"/>
    <w:rsid w:val="00C7072D"/>
    <w:rsid w:val="00C708CE"/>
    <w:rsid w:val="00C72DDA"/>
    <w:rsid w:val="00C74469"/>
    <w:rsid w:val="00C74CB0"/>
    <w:rsid w:val="00C7561C"/>
    <w:rsid w:val="00C800BB"/>
    <w:rsid w:val="00C805E0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58E2"/>
    <w:rsid w:val="00C9591E"/>
    <w:rsid w:val="00CA0749"/>
    <w:rsid w:val="00CA0813"/>
    <w:rsid w:val="00CA3185"/>
    <w:rsid w:val="00CA3713"/>
    <w:rsid w:val="00CA41F2"/>
    <w:rsid w:val="00CA4670"/>
    <w:rsid w:val="00CA5A43"/>
    <w:rsid w:val="00CA6843"/>
    <w:rsid w:val="00CA7B36"/>
    <w:rsid w:val="00CB0E66"/>
    <w:rsid w:val="00CB3CAE"/>
    <w:rsid w:val="00CB460C"/>
    <w:rsid w:val="00CB58C8"/>
    <w:rsid w:val="00CC3571"/>
    <w:rsid w:val="00CC5813"/>
    <w:rsid w:val="00CD065F"/>
    <w:rsid w:val="00CD0E06"/>
    <w:rsid w:val="00CD2249"/>
    <w:rsid w:val="00CD24EC"/>
    <w:rsid w:val="00CD3E02"/>
    <w:rsid w:val="00CD4013"/>
    <w:rsid w:val="00CD51B1"/>
    <w:rsid w:val="00CD6552"/>
    <w:rsid w:val="00CD6C83"/>
    <w:rsid w:val="00CE4801"/>
    <w:rsid w:val="00CE7745"/>
    <w:rsid w:val="00CE7D3B"/>
    <w:rsid w:val="00CF1452"/>
    <w:rsid w:val="00CF478A"/>
    <w:rsid w:val="00CF4A43"/>
    <w:rsid w:val="00CF7AE6"/>
    <w:rsid w:val="00D06215"/>
    <w:rsid w:val="00D1067E"/>
    <w:rsid w:val="00D11C7C"/>
    <w:rsid w:val="00D132C1"/>
    <w:rsid w:val="00D2001F"/>
    <w:rsid w:val="00D232B8"/>
    <w:rsid w:val="00D23BEE"/>
    <w:rsid w:val="00D23D1C"/>
    <w:rsid w:val="00D23DE5"/>
    <w:rsid w:val="00D27373"/>
    <w:rsid w:val="00D27B4A"/>
    <w:rsid w:val="00D301DB"/>
    <w:rsid w:val="00D3062A"/>
    <w:rsid w:val="00D31014"/>
    <w:rsid w:val="00D31494"/>
    <w:rsid w:val="00D338F3"/>
    <w:rsid w:val="00D33DC1"/>
    <w:rsid w:val="00D41772"/>
    <w:rsid w:val="00D41A9A"/>
    <w:rsid w:val="00D41DDD"/>
    <w:rsid w:val="00D426B5"/>
    <w:rsid w:val="00D442AD"/>
    <w:rsid w:val="00D44C3F"/>
    <w:rsid w:val="00D46F4F"/>
    <w:rsid w:val="00D47DFB"/>
    <w:rsid w:val="00D50091"/>
    <w:rsid w:val="00D51C94"/>
    <w:rsid w:val="00D523F5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56CA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96415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37B"/>
    <w:rsid w:val="00DB7B06"/>
    <w:rsid w:val="00DC184F"/>
    <w:rsid w:val="00DC405B"/>
    <w:rsid w:val="00DC469D"/>
    <w:rsid w:val="00DC469F"/>
    <w:rsid w:val="00DC62DF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E96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1019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57D79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1898"/>
    <w:rsid w:val="00E83010"/>
    <w:rsid w:val="00E84205"/>
    <w:rsid w:val="00E858F7"/>
    <w:rsid w:val="00E876F3"/>
    <w:rsid w:val="00E878B0"/>
    <w:rsid w:val="00E9187B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0094"/>
    <w:rsid w:val="00EB1D78"/>
    <w:rsid w:val="00EB27D4"/>
    <w:rsid w:val="00EB2C40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12262"/>
    <w:rsid w:val="00F2034F"/>
    <w:rsid w:val="00F20E22"/>
    <w:rsid w:val="00F21CB8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93FB6"/>
    <w:rsid w:val="00FA1AB3"/>
    <w:rsid w:val="00FA2BAA"/>
    <w:rsid w:val="00FA3000"/>
    <w:rsid w:val="00FA4983"/>
    <w:rsid w:val="00FA725F"/>
    <w:rsid w:val="00FB0767"/>
    <w:rsid w:val="00FB4C0E"/>
    <w:rsid w:val="00FB4D6D"/>
    <w:rsid w:val="00FB4F86"/>
    <w:rsid w:val="00FB5C20"/>
    <w:rsid w:val="00FB63F7"/>
    <w:rsid w:val="00FB64B8"/>
    <w:rsid w:val="00FB66B7"/>
    <w:rsid w:val="00FC1797"/>
    <w:rsid w:val="00FC28A3"/>
    <w:rsid w:val="00FC340E"/>
    <w:rsid w:val="00FC63D5"/>
    <w:rsid w:val="00FC6651"/>
    <w:rsid w:val="00FC7347"/>
    <w:rsid w:val="00FD020A"/>
    <w:rsid w:val="00FD0246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  <w:rsid w:val="00FF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CE7D3B"/>
    <w:rPr>
      <w:sz w:val="16"/>
      <w:szCs w:val="16"/>
    </w:rPr>
  </w:style>
  <w:style w:type="paragraph" w:styleId="Kommentartext">
    <w:name w:val="annotation text"/>
    <w:basedOn w:val="Standard"/>
    <w:semiHidden/>
    <w:rsid w:val="00CE7D3B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E7D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CE7D3B"/>
    <w:rPr>
      <w:sz w:val="16"/>
      <w:szCs w:val="16"/>
    </w:rPr>
  </w:style>
  <w:style w:type="paragraph" w:styleId="Kommentartext">
    <w:name w:val="annotation text"/>
    <w:basedOn w:val="Standard"/>
    <w:semiHidden/>
    <w:rsid w:val="00CE7D3B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E7D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hris%20Lauwigi\7267%20Top%20100\Vorlagen\xx-Produktgruppe-Vergabegrundlage_Anlage%20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xx-Produktgruppe-Vergabegrundlage_Anlage 1.dot</Template>
  <TotalTime>0</TotalTime>
  <Pages>4</Pages>
  <Words>1127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8215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Chris Lauwigi</dc:creator>
  <cp:lastModifiedBy>Hauser, Tobias</cp:lastModifiedBy>
  <cp:revision>2</cp:revision>
  <cp:lastPrinted>2012-08-22T07:27:00Z</cp:lastPrinted>
  <dcterms:created xsi:type="dcterms:W3CDTF">2019-12-17T09:46:00Z</dcterms:created>
  <dcterms:modified xsi:type="dcterms:W3CDTF">2019-12-17T09:46:00Z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-444024042</vt:i4>
  </property>
  <property fmtid="{D5CDD505-2E9C-101B-9397-08002B2CF9AE}" pid="3" name="_EmailSubject">
    <vt:lpwstr>Vergabegrundlagen</vt:lpwstr>
  </property>
  <property fmtid="{D5CDD505-2E9C-101B-9397-08002B2CF9AE}" pid="4" name="_AuthorEmail">
    <vt:lpwstr>Petra.Kessel@ral-ggmbh.de</vt:lpwstr>
  </property>
  <property fmtid="{D5CDD505-2E9C-101B-9397-08002B2CF9AE}" pid="5" name="_AuthorEmailDisplayName">
    <vt:lpwstr>Hermann, Petra</vt:lpwstr>
  </property>
  <property fmtid="{D5CDD505-2E9C-101B-9397-08002B2CF9AE}" pid="6" name="_ReviewingToolsShownOnce">
    <vt:lpwstr/>
  </property>
</Properties>
</file>